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766E8" w14:textId="49843F9F" w:rsidR="001902C9" w:rsidRDefault="00161D9B">
      <w:pPr>
        <w:keepNext/>
        <w:widowControl w:val="0"/>
        <w:jc w:val="both"/>
        <w:rPr>
          <w:rFonts w:ascii="Garamond" w:hAnsi="Garamond"/>
          <w:sz w:val="22"/>
        </w:rPr>
      </w:pPr>
      <w:r>
        <w:rPr>
          <w:rFonts w:ascii="Garamond" w:hAnsi="Garamond"/>
          <w:noProof/>
          <w:sz w:val="22"/>
        </w:rPr>
        <w:drawing>
          <wp:anchor distT="0" distB="0" distL="114300" distR="114300" simplePos="0" relativeHeight="251657728" behindDoc="1" locked="0" layoutInCell="1" allowOverlap="1" wp14:anchorId="6A581812" wp14:editId="4E4B0F6C">
            <wp:simplePos x="0" y="0"/>
            <wp:positionH relativeFrom="column">
              <wp:posOffset>-908050</wp:posOffset>
            </wp:positionH>
            <wp:positionV relativeFrom="paragraph">
              <wp:posOffset>-700405</wp:posOffset>
            </wp:positionV>
            <wp:extent cx="7367270" cy="1711325"/>
            <wp:effectExtent l="0" t="0" r="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7270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684">
        <w:rPr>
          <w:rFonts w:ascii="Garamond" w:hAnsi="Garamond"/>
          <w:sz w:val="22"/>
        </w:rPr>
        <w:t>Pose</w:t>
      </w:r>
    </w:p>
    <w:p w14:paraId="32F39E42" w14:textId="77777777" w:rsidR="001902C9" w:rsidRDefault="001902C9">
      <w:pPr>
        <w:keepNext/>
        <w:widowControl w:val="0"/>
        <w:jc w:val="both"/>
        <w:rPr>
          <w:rFonts w:ascii="Garamond" w:hAnsi="Garamond"/>
          <w:sz w:val="22"/>
        </w:rPr>
      </w:pPr>
    </w:p>
    <w:p w14:paraId="470B2ADC" w14:textId="77777777" w:rsidR="001902C9" w:rsidRDefault="001902C9">
      <w:pPr>
        <w:keepNext/>
        <w:widowControl w:val="0"/>
        <w:jc w:val="both"/>
        <w:rPr>
          <w:rFonts w:ascii="Garamond" w:hAnsi="Garamond"/>
          <w:sz w:val="22"/>
        </w:rPr>
      </w:pPr>
    </w:p>
    <w:tbl>
      <w:tblPr>
        <w:tblW w:w="9979" w:type="dxa"/>
        <w:tblInd w:w="-141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79"/>
      </w:tblGrid>
      <w:tr w:rsidR="00BC4C1B" w:rsidRPr="00BC615E" w14:paraId="22CEDAB2" w14:textId="77777777" w:rsidTr="00D8167C">
        <w:tc>
          <w:tcPr>
            <w:tcW w:w="9979" w:type="dxa"/>
            <w:shd w:val="clear" w:color="auto" w:fill="auto"/>
            <w:tcMar>
              <w:bottom w:w="85" w:type="dxa"/>
            </w:tcMar>
          </w:tcPr>
          <w:p w14:paraId="12780E72" w14:textId="77777777" w:rsidR="00BC4C1B" w:rsidRPr="00BC4C1B" w:rsidRDefault="00BC4C1B" w:rsidP="00BC4C1B">
            <w:pPr>
              <w:spacing w:line="270" w:lineRule="atLeast"/>
              <w:ind w:left="851"/>
              <w:rPr>
                <w:rFonts w:ascii="Arial" w:eastAsia="Marianne" w:hAnsi="Arial"/>
                <w:b/>
                <w:bCs/>
                <w:sz w:val="16"/>
                <w:szCs w:val="20"/>
                <w:lang w:eastAsia="en-US"/>
              </w:rPr>
            </w:pPr>
            <w:r w:rsidRPr="00BC4C1B">
              <w:rPr>
                <w:b/>
                <w:bCs/>
                <w:sz w:val="20"/>
                <w:szCs w:val="16"/>
              </w:rPr>
              <w:t>Direction générale de l’Aviation civile</w:t>
            </w:r>
          </w:p>
        </w:tc>
      </w:tr>
      <w:tr w:rsidR="00BC4C1B" w:rsidRPr="00BC615E" w14:paraId="4F942AC6" w14:textId="77777777" w:rsidTr="00D8167C">
        <w:tc>
          <w:tcPr>
            <w:tcW w:w="9979" w:type="dxa"/>
            <w:shd w:val="clear" w:color="auto" w:fill="auto"/>
            <w:tcMar>
              <w:bottom w:w="227" w:type="dxa"/>
            </w:tcMar>
          </w:tcPr>
          <w:p w14:paraId="74A8A9BD" w14:textId="77777777" w:rsidR="00BC4C1B" w:rsidRDefault="00BC4C1B" w:rsidP="00BC4C1B">
            <w:pPr>
              <w:spacing w:line="260" w:lineRule="atLeast"/>
              <w:ind w:left="851"/>
              <w:rPr>
                <w:i/>
                <w:sz w:val="16"/>
                <w:szCs w:val="12"/>
              </w:rPr>
            </w:pPr>
            <w:r w:rsidRPr="00CE5730">
              <w:rPr>
                <w:i/>
                <w:sz w:val="16"/>
                <w:szCs w:val="12"/>
              </w:rPr>
              <w:t>Service national d’Ingénierie aéroportuaire</w:t>
            </w:r>
          </w:p>
          <w:p w14:paraId="0584B804" w14:textId="78AAADDB" w:rsidR="00BC4C1B" w:rsidRPr="00B55A87" w:rsidRDefault="00B55A87" w:rsidP="00B55A87">
            <w:pPr>
              <w:spacing w:line="260" w:lineRule="atLeast"/>
              <w:ind w:left="851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Pôle Achat Immobilier</w:t>
            </w:r>
          </w:p>
        </w:tc>
      </w:tr>
    </w:tbl>
    <w:p w14:paraId="0239C60D" w14:textId="77777777" w:rsidR="006F3B09" w:rsidRDefault="006F3B09" w:rsidP="002A0E55">
      <w:pPr>
        <w:rPr>
          <w:rFonts w:ascii="Arial" w:hAnsi="Arial" w:cs="Arial"/>
          <w:sz w:val="12"/>
          <w:szCs w:val="12"/>
        </w:rPr>
      </w:pPr>
    </w:p>
    <w:p w14:paraId="7C60351D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p w14:paraId="3AE653CA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p w14:paraId="17F364D2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4443"/>
      </w:tblGrid>
      <w:tr w:rsidR="00936D06" w:rsidRPr="00983B75" w14:paraId="79707EBE" w14:textId="77777777" w:rsidTr="00A91BDE">
        <w:tc>
          <w:tcPr>
            <w:tcW w:w="3510" w:type="dxa"/>
          </w:tcPr>
          <w:p w14:paraId="066382E7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Référence de la consultation « PLACE »</w:t>
            </w:r>
          </w:p>
        </w:tc>
        <w:tc>
          <w:tcPr>
            <w:tcW w:w="4443" w:type="dxa"/>
          </w:tcPr>
          <w:p w14:paraId="32A184CD" w14:textId="37369FB2" w:rsidR="00936D06" w:rsidRPr="00983B75" w:rsidRDefault="00936D06" w:rsidP="00A91BDE">
            <w:pPr>
              <w:rPr>
                <w:b/>
                <w:sz w:val="18"/>
                <w:szCs w:val="18"/>
              </w:rPr>
            </w:pPr>
          </w:p>
        </w:tc>
      </w:tr>
      <w:tr w:rsidR="00936D06" w:rsidRPr="00983B75" w14:paraId="452596A1" w14:textId="77777777" w:rsidTr="00A91BDE">
        <w:tc>
          <w:tcPr>
            <w:tcW w:w="3510" w:type="dxa"/>
          </w:tcPr>
          <w:p w14:paraId="6BBB29CB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Objet de la consultation</w:t>
            </w:r>
          </w:p>
        </w:tc>
        <w:tc>
          <w:tcPr>
            <w:tcW w:w="4443" w:type="dxa"/>
          </w:tcPr>
          <w:p w14:paraId="703CB73D" w14:textId="0880222D" w:rsidR="00C95014" w:rsidRPr="004A24CB" w:rsidRDefault="00C95014" w:rsidP="00C95014">
            <w:pPr>
              <w:spacing w:before="60"/>
              <w:jc w:val="center"/>
              <w:rPr>
                <w:sz w:val="20"/>
                <w:szCs w:val="20"/>
              </w:rPr>
            </w:pPr>
            <w:r w:rsidRPr="004A24CB">
              <w:rPr>
                <w:sz w:val="20"/>
                <w:szCs w:val="20"/>
              </w:rPr>
              <w:t>Evreux-BA105</w:t>
            </w:r>
          </w:p>
          <w:p w14:paraId="063F4ACF" w14:textId="3AD51D8C" w:rsidR="00936D06" w:rsidRPr="00983B75" w:rsidRDefault="00D602BD" w:rsidP="00C95014">
            <w:pPr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D602BD">
              <w:rPr>
                <w:sz w:val="20"/>
                <w:szCs w:val="20"/>
              </w:rPr>
              <w:t>CLA 2000 – Transfert du contrôle commande du balisage vers la nouvelle tour de contrôle</w:t>
            </w:r>
            <w:r>
              <w:rPr>
                <w:sz w:val="20"/>
                <w:szCs w:val="20"/>
              </w:rPr>
              <w:t xml:space="preserve"> </w:t>
            </w:r>
            <w:r w:rsidRPr="00D602BD">
              <w:rPr>
                <w:sz w:val="20"/>
                <w:szCs w:val="20"/>
              </w:rPr>
              <w:t xml:space="preserve">– </w:t>
            </w:r>
            <w:r w:rsidR="00583684">
              <w:rPr>
                <w:sz w:val="20"/>
                <w:szCs w:val="20"/>
              </w:rPr>
              <w:t>Pose d</w:t>
            </w:r>
            <w:r w:rsidRPr="00D602BD">
              <w:rPr>
                <w:sz w:val="20"/>
                <w:szCs w:val="20"/>
              </w:rPr>
              <w:t>e fibre</w:t>
            </w:r>
            <w:r w:rsidR="00583684">
              <w:rPr>
                <w:sz w:val="20"/>
                <w:szCs w:val="20"/>
              </w:rPr>
              <w:t>s</w:t>
            </w:r>
            <w:r w:rsidRPr="00D602BD">
              <w:rPr>
                <w:sz w:val="20"/>
                <w:szCs w:val="20"/>
              </w:rPr>
              <w:t xml:space="preserve"> optique</w:t>
            </w:r>
            <w:r w:rsidR="00583684">
              <w:rPr>
                <w:sz w:val="20"/>
                <w:szCs w:val="20"/>
              </w:rPr>
              <w:t>s.</w:t>
            </w:r>
          </w:p>
        </w:tc>
      </w:tr>
      <w:tr w:rsidR="00936D06" w:rsidRPr="00983B75" w14:paraId="773E7E07" w14:textId="77777777" w:rsidTr="00A91BDE">
        <w:tc>
          <w:tcPr>
            <w:tcW w:w="3510" w:type="dxa"/>
          </w:tcPr>
          <w:p w14:paraId="4E107781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Date limite de remise des offres</w:t>
            </w:r>
          </w:p>
        </w:tc>
        <w:tc>
          <w:tcPr>
            <w:tcW w:w="4443" w:type="dxa"/>
          </w:tcPr>
          <w:p w14:paraId="68C5619C" w14:textId="52977FD5" w:rsidR="00936D06" w:rsidRPr="00983B75" w:rsidRDefault="00936D06" w:rsidP="00A91BDE">
            <w:pPr>
              <w:rPr>
                <w:b/>
                <w:sz w:val="18"/>
                <w:szCs w:val="18"/>
              </w:rPr>
            </w:pPr>
          </w:p>
        </w:tc>
      </w:tr>
    </w:tbl>
    <w:p w14:paraId="25A49B6F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4443"/>
      </w:tblGrid>
      <w:tr w:rsidR="00936D06" w:rsidRPr="00983B75" w14:paraId="792D2442" w14:textId="77777777" w:rsidTr="00A91BDE">
        <w:tc>
          <w:tcPr>
            <w:tcW w:w="3510" w:type="dxa"/>
          </w:tcPr>
          <w:p w14:paraId="1A3E3BDA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Raison sociale du candidat</w:t>
            </w:r>
          </w:p>
          <w:p w14:paraId="608AE56C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SIRET</w:t>
            </w:r>
          </w:p>
        </w:tc>
        <w:tc>
          <w:tcPr>
            <w:tcW w:w="4443" w:type="dxa"/>
          </w:tcPr>
          <w:p w14:paraId="4B904829" w14:textId="77777777" w:rsidR="00936D06" w:rsidRPr="00983B75" w:rsidRDefault="00936D06" w:rsidP="00A91BDE">
            <w:pPr>
              <w:rPr>
                <w:sz w:val="18"/>
                <w:szCs w:val="18"/>
              </w:rPr>
            </w:pPr>
          </w:p>
        </w:tc>
      </w:tr>
      <w:tr w:rsidR="00936D06" w:rsidRPr="00983B75" w14:paraId="4A726673" w14:textId="77777777" w:rsidTr="00A91BDE">
        <w:tc>
          <w:tcPr>
            <w:tcW w:w="3510" w:type="dxa"/>
          </w:tcPr>
          <w:p w14:paraId="53D4F03C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Adresse</w:t>
            </w:r>
          </w:p>
        </w:tc>
        <w:tc>
          <w:tcPr>
            <w:tcW w:w="4443" w:type="dxa"/>
          </w:tcPr>
          <w:p w14:paraId="2B111C2B" w14:textId="77777777" w:rsidR="00936D06" w:rsidRPr="00983B75" w:rsidRDefault="00936D06" w:rsidP="00A91BDE">
            <w:pPr>
              <w:rPr>
                <w:sz w:val="18"/>
                <w:szCs w:val="18"/>
              </w:rPr>
            </w:pPr>
          </w:p>
        </w:tc>
      </w:tr>
      <w:tr w:rsidR="00936D06" w:rsidRPr="00983B75" w14:paraId="4EF95759" w14:textId="77777777" w:rsidTr="00A91BDE">
        <w:tc>
          <w:tcPr>
            <w:tcW w:w="3510" w:type="dxa"/>
          </w:tcPr>
          <w:p w14:paraId="21D138E6" w14:textId="77777777" w:rsidR="00936D06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 xml:space="preserve">Nom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–</w:t>
            </w: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 xml:space="preserve"> Prénom</w:t>
            </w:r>
          </w:p>
          <w:p w14:paraId="72809157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4443" w:type="dxa"/>
          </w:tcPr>
          <w:p w14:paraId="4954A2E0" w14:textId="77777777" w:rsidR="00936D06" w:rsidRPr="00983B75" w:rsidRDefault="00936D06" w:rsidP="00A91BDE">
            <w:pPr>
              <w:rPr>
                <w:sz w:val="18"/>
                <w:szCs w:val="18"/>
              </w:rPr>
            </w:pPr>
          </w:p>
        </w:tc>
      </w:tr>
      <w:tr w:rsidR="00936D06" w:rsidRPr="00983B75" w14:paraId="131A88E6" w14:textId="77777777" w:rsidTr="00A91BDE">
        <w:tc>
          <w:tcPr>
            <w:tcW w:w="3510" w:type="dxa"/>
          </w:tcPr>
          <w:p w14:paraId="4E98C15B" w14:textId="77777777" w:rsidR="00936D06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Téléphone</w:t>
            </w:r>
          </w:p>
          <w:p w14:paraId="553E9999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4443" w:type="dxa"/>
          </w:tcPr>
          <w:p w14:paraId="5D975EBE" w14:textId="77777777" w:rsidR="00936D06" w:rsidRPr="00983B75" w:rsidRDefault="00936D06" w:rsidP="00A91BDE">
            <w:pPr>
              <w:rPr>
                <w:sz w:val="18"/>
                <w:szCs w:val="18"/>
              </w:rPr>
            </w:pPr>
          </w:p>
        </w:tc>
      </w:tr>
      <w:tr w:rsidR="00936D06" w:rsidRPr="00983B75" w14:paraId="2C28CEF6" w14:textId="77777777" w:rsidTr="00A91BDE">
        <w:tc>
          <w:tcPr>
            <w:tcW w:w="3510" w:type="dxa"/>
          </w:tcPr>
          <w:p w14:paraId="7C02AC47" w14:textId="77777777" w:rsidR="00936D06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983B75">
              <w:rPr>
                <w:rFonts w:ascii="Liberation Serif" w:hAnsi="Liberation Serif" w:cs="Liberation Serif"/>
                <w:sz w:val="18"/>
                <w:szCs w:val="18"/>
              </w:rPr>
              <w:t>Adresse éléctronique</w:t>
            </w:r>
          </w:p>
          <w:p w14:paraId="0D982000" w14:textId="77777777" w:rsidR="00936D06" w:rsidRPr="00983B75" w:rsidRDefault="00936D06" w:rsidP="00A91BDE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4443" w:type="dxa"/>
          </w:tcPr>
          <w:p w14:paraId="20104B63" w14:textId="77777777" w:rsidR="00936D06" w:rsidRPr="00983B75" w:rsidRDefault="00936D06" w:rsidP="00A91BDE">
            <w:pPr>
              <w:rPr>
                <w:sz w:val="18"/>
                <w:szCs w:val="18"/>
              </w:rPr>
            </w:pPr>
          </w:p>
        </w:tc>
      </w:tr>
    </w:tbl>
    <w:p w14:paraId="296B7397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p w14:paraId="6C6212A5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p w14:paraId="323FEFC8" w14:textId="03773D45" w:rsidR="00936D06" w:rsidRPr="00983B75" w:rsidRDefault="00936D06" w:rsidP="00936D06">
      <w:pPr>
        <w:jc w:val="both"/>
        <w:rPr>
          <w:rFonts w:ascii="Liberation Serif" w:hAnsi="Liberation Serif" w:cs="Liberation Serif"/>
          <w:sz w:val="18"/>
          <w:szCs w:val="18"/>
        </w:rPr>
      </w:pPr>
      <w:r w:rsidRPr="00983B75">
        <w:rPr>
          <w:rFonts w:ascii="Liberation Serif" w:hAnsi="Liberation Serif" w:cs="Liberation Serif"/>
          <w:sz w:val="18"/>
          <w:szCs w:val="18"/>
        </w:rPr>
        <w:t>Nous,</w:t>
      </w:r>
      <w:r>
        <w:rPr>
          <w:rFonts w:ascii="Liberation Serif" w:hAnsi="Liberation Serif" w:cs="Liberation Serif"/>
          <w:sz w:val="18"/>
          <w:szCs w:val="18"/>
        </w:rPr>
        <w:t xml:space="preserve"> ________________________</w:t>
      </w:r>
      <w:r w:rsidRPr="00983B75">
        <w:rPr>
          <w:rFonts w:ascii="Liberation Serif" w:hAnsi="Liberation Serif" w:cs="Liberation Serif"/>
          <w:sz w:val="18"/>
          <w:szCs w:val="18"/>
        </w:rPr>
        <w:t>, souhaitons effectuer</w:t>
      </w:r>
      <w:r>
        <w:rPr>
          <w:rFonts w:ascii="Liberation Serif" w:hAnsi="Liberation Serif" w:cs="Liberation Serif"/>
          <w:sz w:val="18"/>
          <w:szCs w:val="18"/>
        </w:rPr>
        <w:t xml:space="preserve">, à la date du ___________________             </w:t>
      </w:r>
      <w:r w:rsidRPr="00983B75">
        <w:rPr>
          <w:rFonts w:ascii="Liberation Serif" w:hAnsi="Liberation Serif" w:cs="Liberation Serif"/>
          <w:sz w:val="18"/>
          <w:szCs w:val="18"/>
        </w:rPr>
        <w:t xml:space="preserve"> la visite du site conformément aux dispositions mentionnées </w:t>
      </w:r>
      <w:r>
        <w:rPr>
          <w:rFonts w:ascii="Liberation Serif" w:hAnsi="Liberation Serif" w:cs="Liberation Serif"/>
          <w:sz w:val="18"/>
          <w:szCs w:val="18"/>
        </w:rPr>
        <w:t xml:space="preserve">à l’article </w:t>
      </w:r>
      <w:r w:rsidR="00D602BD">
        <w:rPr>
          <w:rFonts w:ascii="Liberation Serif" w:hAnsi="Liberation Serif" w:cs="Liberation Serif"/>
          <w:sz w:val="18"/>
          <w:szCs w:val="18"/>
        </w:rPr>
        <w:t>5</w:t>
      </w:r>
      <w:r>
        <w:rPr>
          <w:rFonts w:ascii="Liberation Serif" w:hAnsi="Liberation Serif" w:cs="Liberation Serif"/>
          <w:sz w:val="18"/>
          <w:szCs w:val="18"/>
        </w:rPr>
        <w:t xml:space="preserve"> du</w:t>
      </w:r>
      <w:r w:rsidRPr="00983B75">
        <w:rPr>
          <w:rFonts w:ascii="Liberation Serif" w:hAnsi="Liberation Serif" w:cs="Liberation Serif"/>
          <w:sz w:val="18"/>
          <w:szCs w:val="18"/>
        </w:rPr>
        <w:t xml:space="preserve"> le </w:t>
      </w:r>
      <w:r>
        <w:rPr>
          <w:rFonts w:ascii="Liberation Serif" w:hAnsi="Liberation Serif" w:cs="Liberation Serif"/>
          <w:sz w:val="18"/>
          <w:szCs w:val="18"/>
        </w:rPr>
        <w:t>Règlement de la Consultation (</w:t>
      </w:r>
      <w:r w:rsidRPr="00983B75">
        <w:rPr>
          <w:rFonts w:ascii="Liberation Serif" w:hAnsi="Liberation Serif" w:cs="Liberation Serif"/>
          <w:sz w:val="18"/>
          <w:szCs w:val="18"/>
        </w:rPr>
        <w:t>RC</w:t>
      </w:r>
      <w:r>
        <w:rPr>
          <w:rFonts w:ascii="Liberation Serif" w:hAnsi="Liberation Serif" w:cs="Liberation Serif"/>
          <w:sz w:val="18"/>
          <w:szCs w:val="18"/>
        </w:rPr>
        <w:t>)</w:t>
      </w:r>
      <w:r w:rsidRPr="00983B75">
        <w:rPr>
          <w:rFonts w:ascii="Liberation Serif" w:hAnsi="Liberation Serif" w:cs="Liberation Serif"/>
          <w:sz w:val="18"/>
          <w:szCs w:val="18"/>
        </w:rPr>
        <w:t>.</w:t>
      </w:r>
    </w:p>
    <w:p w14:paraId="59DE8786" w14:textId="77777777" w:rsidR="00936D06" w:rsidRPr="00983B75" w:rsidRDefault="00936D06" w:rsidP="00936D06">
      <w:pPr>
        <w:rPr>
          <w:rFonts w:ascii="Liberation Serif" w:hAnsi="Liberation Serif" w:cs="Liberation Serif"/>
          <w:sz w:val="18"/>
          <w:szCs w:val="18"/>
        </w:rPr>
      </w:pPr>
    </w:p>
    <w:p w14:paraId="4901FE8A" w14:textId="1DA09D59" w:rsidR="00936D06" w:rsidRPr="00983B75" w:rsidRDefault="00936D06" w:rsidP="00936D06">
      <w:pPr>
        <w:tabs>
          <w:tab w:val="left" w:pos="4500"/>
        </w:tabs>
        <w:rPr>
          <w:rFonts w:ascii="Liberation Serif" w:hAnsi="Liberation Serif" w:cs="Liberation Serif"/>
          <w:sz w:val="18"/>
          <w:szCs w:val="18"/>
        </w:rPr>
      </w:pPr>
      <w:r w:rsidRPr="00983B75">
        <w:rPr>
          <w:rFonts w:ascii="Liberation Serif" w:hAnsi="Liberation Serif" w:cs="Liberation Serif"/>
          <w:sz w:val="18"/>
          <w:szCs w:val="18"/>
        </w:rPr>
        <w:t>A</w:t>
      </w:r>
      <w:r>
        <w:rPr>
          <w:rFonts w:ascii="Liberation Serif" w:hAnsi="Liberation Serif" w:cs="Liberation Serif"/>
          <w:sz w:val="18"/>
          <w:szCs w:val="18"/>
        </w:rPr>
        <w:t xml:space="preserve">                                            </w:t>
      </w:r>
      <w:r w:rsidRPr="00983B75">
        <w:rPr>
          <w:rFonts w:ascii="Liberation Serif" w:hAnsi="Liberation Serif" w:cs="Liberation Serif"/>
          <w:sz w:val="18"/>
          <w:szCs w:val="18"/>
        </w:rPr>
        <w:t xml:space="preserve"> </w:t>
      </w:r>
      <w:r>
        <w:rPr>
          <w:rFonts w:ascii="Liberation Serif" w:hAnsi="Liberation Serif" w:cs="Liberation Serif"/>
          <w:sz w:val="18"/>
          <w:szCs w:val="18"/>
        </w:rPr>
        <w:t xml:space="preserve">, </w:t>
      </w:r>
      <w:r w:rsidRPr="00983B75">
        <w:rPr>
          <w:rFonts w:ascii="Liberation Serif" w:hAnsi="Liberation Serif" w:cs="Liberation Serif"/>
          <w:sz w:val="18"/>
          <w:szCs w:val="18"/>
        </w:rPr>
        <w:t xml:space="preserve">le </w:t>
      </w:r>
      <w:r>
        <w:rPr>
          <w:rFonts w:ascii="Liberation Serif" w:hAnsi="Liberation Serif" w:cs="Liberation Serif"/>
          <w:sz w:val="18"/>
          <w:szCs w:val="18"/>
        </w:rPr>
        <w:t xml:space="preserve">      </w:t>
      </w:r>
      <w:r w:rsidRPr="00983B75">
        <w:rPr>
          <w:rFonts w:ascii="Liberation Serif" w:hAnsi="Liberation Serif" w:cs="Liberation Serif"/>
          <w:sz w:val="18"/>
          <w:szCs w:val="18"/>
        </w:rPr>
        <w:t>/</w:t>
      </w:r>
      <w:r>
        <w:rPr>
          <w:rFonts w:ascii="Liberation Serif" w:hAnsi="Liberation Serif" w:cs="Liberation Serif"/>
          <w:sz w:val="18"/>
          <w:szCs w:val="18"/>
        </w:rPr>
        <w:t xml:space="preserve">      / 202</w:t>
      </w:r>
      <w:r w:rsidR="00D602BD">
        <w:rPr>
          <w:rFonts w:ascii="Liberation Serif" w:hAnsi="Liberation Serif" w:cs="Liberation Serif"/>
          <w:sz w:val="18"/>
          <w:szCs w:val="18"/>
        </w:rPr>
        <w:t>5</w:t>
      </w:r>
    </w:p>
    <w:p w14:paraId="6C8ECC52" w14:textId="77777777" w:rsidR="00936D06" w:rsidRPr="00983B75" w:rsidRDefault="00936D06" w:rsidP="00936D06">
      <w:pPr>
        <w:rPr>
          <w:rFonts w:ascii="Liberation Serif" w:hAnsi="Liberation Serif" w:cs="Liberation Serif"/>
          <w:sz w:val="18"/>
          <w:szCs w:val="18"/>
        </w:rPr>
      </w:pPr>
    </w:p>
    <w:p w14:paraId="3D415DF9" w14:textId="77777777" w:rsidR="00936D06" w:rsidRPr="00983B75" w:rsidRDefault="00936D06" w:rsidP="00936D06">
      <w:pPr>
        <w:tabs>
          <w:tab w:val="left" w:pos="4253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ab/>
      </w:r>
      <w:r w:rsidRPr="00983B75">
        <w:rPr>
          <w:rFonts w:ascii="Liberation Serif" w:hAnsi="Liberation Serif" w:cs="Liberation Serif"/>
          <w:sz w:val="18"/>
          <w:szCs w:val="18"/>
        </w:rPr>
        <w:t>Signature :</w:t>
      </w:r>
    </w:p>
    <w:p w14:paraId="0FBF00C9" w14:textId="77777777" w:rsidR="00936D06" w:rsidRPr="00983B75" w:rsidRDefault="00936D06" w:rsidP="00936D06">
      <w:pPr>
        <w:rPr>
          <w:rFonts w:ascii="Liberation Serif" w:hAnsi="Liberation Serif" w:cs="Liberation Serif"/>
          <w:sz w:val="18"/>
          <w:szCs w:val="18"/>
        </w:rPr>
      </w:pPr>
    </w:p>
    <w:p w14:paraId="2D8DE501" w14:textId="77777777" w:rsidR="00936D06" w:rsidRPr="00983B75" w:rsidRDefault="00936D06" w:rsidP="00936D06">
      <w:pPr>
        <w:tabs>
          <w:tab w:val="left" w:pos="4253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ab/>
      </w:r>
      <w:r w:rsidRPr="00983B75">
        <w:rPr>
          <w:rFonts w:ascii="Liberation Serif" w:hAnsi="Liberation Serif" w:cs="Liberation Serif"/>
          <w:sz w:val="18"/>
          <w:szCs w:val="18"/>
        </w:rPr>
        <w:t>Cachet de la société :</w:t>
      </w:r>
    </w:p>
    <w:p w14:paraId="7AA54B1F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p w14:paraId="2C1F8DD9" w14:textId="77777777" w:rsidR="00936D06" w:rsidRDefault="00936D06" w:rsidP="002A0E55">
      <w:pPr>
        <w:rPr>
          <w:rFonts w:ascii="Arial" w:hAnsi="Arial" w:cs="Arial"/>
          <w:sz w:val="12"/>
          <w:szCs w:val="12"/>
        </w:rPr>
      </w:pPr>
    </w:p>
    <w:p w14:paraId="1F4CF64C" w14:textId="77777777" w:rsidR="00936D06" w:rsidRPr="00F25E9C" w:rsidRDefault="00936D06" w:rsidP="00936D06">
      <w:pPr>
        <w:rPr>
          <w:rFonts w:ascii="Open Sans" w:hAnsi="Open Sans" w:cs="Open Sans"/>
          <w:sz w:val="22"/>
          <w:szCs w:val="22"/>
        </w:rPr>
      </w:pPr>
    </w:p>
    <w:p w14:paraId="66918DCF" w14:textId="77777777" w:rsidR="00936D06" w:rsidRPr="00983B75" w:rsidRDefault="00936D06" w:rsidP="00936D06">
      <w:pPr>
        <w:pBdr>
          <w:top w:val="double" w:sz="4" w:space="1" w:color="auto"/>
        </w:pBdr>
        <w:rPr>
          <w:rFonts w:ascii="Liberation Serif" w:hAnsi="Liberation Serif" w:cs="Liberation Serif"/>
          <w:i/>
          <w:sz w:val="18"/>
          <w:szCs w:val="18"/>
        </w:rPr>
      </w:pPr>
      <w:r w:rsidRPr="00983B75">
        <w:rPr>
          <w:rFonts w:ascii="Liberation Serif" w:hAnsi="Liberation Serif" w:cs="Liberation Serif"/>
          <w:i/>
          <w:sz w:val="18"/>
          <w:szCs w:val="18"/>
        </w:rPr>
        <w:t>A renseigner par le candidat à l’issue de la visite</w:t>
      </w:r>
    </w:p>
    <w:p w14:paraId="78FA33FC" w14:textId="237B97F6" w:rsidR="00936D06" w:rsidRPr="00983B75" w:rsidRDefault="00936D06" w:rsidP="00936D06">
      <w:pPr>
        <w:rPr>
          <w:rFonts w:ascii="Liberation Serif" w:hAnsi="Liberation Serif" w:cs="Liberation Serif"/>
          <w:sz w:val="18"/>
          <w:szCs w:val="18"/>
        </w:rPr>
      </w:pPr>
      <w:r w:rsidRPr="00983B75">
        <w:rPr>
          <w:rFonts w:ascii="Liberation Serif" w:hAnsi="Liberation Serif" w:cs="Liberation Serif"/>
          <w:sz w:val="18"/>
          <w:szCs w:val="18"/>
        </w:rPr>
        <w:sym w:font="Wingdings" w:char="F071"/>
      </w:r>
      <w:r w:rsidRPr="00983B75">
        <w:rPr>
          <w:rFonts w:ascii="Liberation Serif" w:hAnsi="Liberation Serif" w:cs="Liberation Serif"/>
          <w:sz w:val="18"/>
          <w:szCs w:val="18"/>
        </w:rPr>
        <w:t xml:space="preserve"> la visite a été effectuée le </w:t>
      </w:r>
      <w:r>
        <w:rPr>
          <w:rFonts w:ascii="Liberation Serif" w:hAnsi="Liberation Serif" w:cs="Liberation Serif"/>
          <w:sz w:val="18"/>
          <w:szCs w:val="18"/>
        </w:rPr>
        <w:t xml:space="preserve">       </w:t>
      </w:r>
      <w:r w:rsidRPr="00983B75">
        <w:rPr>
          <w:rFonts w:ascii="Liberation Serif" w:hAnsi="Liberation Serif" w:cs="Liberation Serif"/>
          <w:sz w:val="18"/>
          <w:szCs w:val="18"/>
        </w:rPr>
        <w:t>/</w:t>
      </w:r>
      <w:r>
        <w:rPr>
          <w:rFonts w:ascii="Liberation Serif" w:hAnsi="Liberation Serif" w:cs="Liberation Serif"/>
          <w:sz w:val="18"/>
          <w:szCs w:val="18"/>
        </w:rPr>
        <w:t xml:space="preserve">      </w:t>
      </w:r>
      <w:r w:rsidRPr="00983B75">
        <w:rPr>
          <w:rFonts w:ascii="Liberation Serif" w:hAnsi="Liberation Serif" w:cs="Liberation Serif"/>
          <w:sz w:val="18"/>
          <w:szCs w:val="18"/>
        </w:rPr>
        <w:t>/</w:t>
      </w:r>
      <w:r>
        <w:rPr>
          <w:rFonts w:ascii="Liberation Serif" w:hAnsi="Liberation Serif" w:cs="Liberation Serif"/>
          <w:sz w:val="18"/>
          <w:szCs w:val="18"/>
        </w:rPr>
        <w:t xml:space="preserve"> 202</w:t>
      </w:r>
      <w:r w:rsidR="00D602BD">
        <w:rPr>
          <w:rFonts w:ascii="Liberation Serif" w:hAnsi="Liberation Serif" w:cs="Liberation Serif"/>
          <w:sz w:val="18"/>
          <w:szCs w:val="18"/>
        </w:rPr>
        <w:t>5</w:t>
      </w:r>
    </w:p>
    <w:p w14:paraId="31A93911" w14:textId="77777777" w:rsidR="00936D06" w:rsidRPr="00F25E9C" w:rsidRDefault="00936D06" w:rsidP="00936D06">
      <w:pPr>
        <w:rPr>
          <w:rFonts w:ascii="Open Sans" w:hAnsi="Open Sans" w:cs="Open Sans"/>
          <w:sz w:val="18"/>
          <w:szCs w:val="18"/>
        </w:rPr>
      </w:pPr>
    </w:p>
    <w:p w14:paraId="43FF1805" w14:textId="1D353692" w:rsidR="00936D06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ab/>
        <w:t xml:space="preserve">A </w:t>
      </w:r>
      <w:r w:rsidR="00C95014">
        <w:rPr>
          <w:rFonts w:ascii="Open Sans" w:hAnsi="Open Sans" w:cs="Open Sans"/>
          <w:sz w:val="18"/>
          <w:szCs w:val="18"/>
        </w:rPr>
        <w:t>Evreux</w:t>
      </w:r>
      <w:r w:rsidRPr="00F25E9C">
        <w:rPr>
          <w:rFonts w:ascii="Open Sans" w:hAnsi="Open Sans" w:cs="Open Sans"/>
          <w:sz w:val="18"/>
          <w:szCs w:val="18"/>
        </w:rPr>
        <w:t xml:space="preserve">, le </w:t>
      </w:r>
      <w:r>
        <w:rPr>
          <w:rFonts w:ascii="Open Sans" w:hAnsi="Open Sans" w:cs="Open Sans"/>
          <w:sz w:val="18"/>
          <w:szCs w:val="18"/>
        </w:rPr>
        <w:t xml:space="preserve">       </w:t>
      </w:r>
      <w:r w:rsidRPr="00F25E9C">
        <w:rPr>
          <w:rFonts w:ascii="Open Sans" w:hAnsi="Open Sans" w:cs="Open Sans"/>
          <w:sz w:val="18"/>
          <w:szCs w:val="18"/>
        </w:rPr>
        <w:t>/</w:t>
      </w:r>
      <w:r>
        <w:rPr>
          <w:rFonts w:ascii="Open Sans" w:hAnsi="Open Sans" w:cs="Open Sans"/>
          <w:sz w:val="18"/>
          <w:szCs w:val="18"/>
        </w:rPr>
        <w:t xml:space="preserve">       </w:t>
      </w:r>
      <w:r w:rsidRPr="00F25E9C">
        <w:rPr>
          <w:rFonts w:ascii="Open Sans" w:hAnsi="Open Sans" w:cs="Open Sans"/>
          <w:sz w:val="18"/>
          <w:szCs w:val="18"/>
        </w:rPr>
        <w:t>/</w:t>
      </w:r>
      <w:r>
        <w:rPr>
          <w:rFonts w:ascii="Open Sans" w:hAnsi="Open Sans" w:cs="Open Sans"/>
          <w:sz w:val="18"/>
          <w:szCs w:val="18"/>
        </w:rPr>
        <w:t xml:space="preserve"> 202</w:t>
      </w:r>
      <w:r w:rsidR="00D602BD">
        <w:rPr>
          <w:rFonts w:ascii="Open Sans" w:hAnsi="Open Sans" w:cs="Open Sans"/>
          <w:sz w:val="18"/>
          <w:szCs w:val="18"/>
        </w:rPr>
        <w:t>5</w:t>
      </w:r>
    </w:p>
    <w:p w14:paraId="2C493F4D" w14:textId="77777777" w:rsidR="00936D06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</w:p>
    <w:p w14:paraId="110E2B64" w14:textId="77777777" w:rsidR="00936D06" w:rsidRPr="00F25E9C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>Signature :</w:t>
      </w:r>
    </w:p>
    <w:p w14:paraId="67A35A91" w14:textId="77777777" w:rsidR="00936D06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</w:p>
    <w:p w14:paraId="00D65235" w14:textId="77777777" w:rsidR="00936D06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</w:p>
    <w:p w14:paraId="391C7373" w14:textId="77777777" w:rsidR="00936D06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</w:p>
    <w:p w14:paraId="1385E576" w14:textId="77777777" w:rsidR="00936D06" w:rsidRPr="00F25E9C" w:rsidRDefault="00936D06" w:rsidP="00936D06">
      <w:pPr>
        <w:rPr>
          <w:rFonts w:ascii="Open Sans" w:hAnsi="Open Sans" w:cs="Open Sans"/>
          <w:sz w:val="18"/>
          <w:szCs w:val="18"/>
        </w:rPr>
      </w:pPr>
    </w:p>
    <w:p w14:paraId="12C0A747" w14:textId="77777777" w:rsidR="00936D06" w:rsidRPr="00F25E9C" w:rsidRDefault="00936D06" w:rsidP="00936D06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>Signature et fonction du représentant de l</w:t>
      </w:r>
      <w:r>
        <w:rPr>
          <w:rFonts w:ascii="Open Sans" w:hAnsi="Open Sans" w:cs="Open Sans"/>
          <w:sz w:val="18"/>
          <w:szCs w:val="18"/>
        </w:rPr>
        <w:t>a COP/MOE</w:t>
      </w:r>
      <w:r w:rsidRPr="00F25E9C">
        <w:rPr>
          <w:rFonts w:ascii="Open Sans" w:hAnsi="Open Sans" w:cs="Open Sans"/>
          <w:sz w:val="18"/>
          <w:szCs w:val="18"/>
        </w:rPr>
        <w:t> :</w:t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</w:r>
    </w:p>
    <w:p w14:paraId="03DE063E" w14:textId="77777777" w:rsidR="00936D06" w:rsidRPr="00F25E9C" w:rsidRDefault="00936D06" w:rsidP="00936D06">
      <w:pPr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>Fonction :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>Signature :</w:t>
      </w:r>
    </w:p>
    <w:p w14:paraId="77A23BE2" w14:textId="77777777" w:rsidR="00936D06" w:rsidRDefault="00936D06" w:rsidP="00936D06"/>
    <w:p w14:paraId="54CB88D3" w14:textId="77777777" w:rsidR="00936D06" w:rsidRPr="0082485A" w:rsidRDefault="00936D06" w:rsidP="002A0E55">
      <w:pPr>
        <w:rPr>
          <w:rFonts w:ascii="Arial" w:hAnsi="Arial" w:cs="Arial"/>
          <w:sz w:val="12"/>
          <w:szCs w:val="12"/>
        </w:rPr>
      </w:pPr>
    </w:p>
    <w:sectPr w:rsidR="00936D06" w:rsidRPr="0082485A" w:rsidSect="00D602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09" w:right="991" w:bottom="79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B6BAC" w14:textId="77777777" w:rsidR="00EF5021" w:rsidRDefault="00EF5021">
      <w:r>
        <w:separator/>
      </w:r>
    </w:p>
  </w:endnote>
  <w:endnote w:type="continuationSeparator" w:id="0">
    <w:p w14:paraId="6610CBAE" w14:textId="77777777" w:rsidR="00EF5021" w:rsidRDefault="00EF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ExtraCond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0266" w14:textId="77777777" w:rsidR="00D602BD" w:rsidRDefault="00D602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FC747" w14:textId="6290844A" w:rsidR="00B55A87" w:rsidRPr="00B55A87" w:rsidRDefault="00161D9B" w:rsidP="00D602BD">
    <w:pPr>
      <w:pStyle w:val="Default"/>
      <w:jc w:val="center"/>
      <w:rPr>
        <w:sz w:val="18"/>
        <w:szCs w:val="18"/>
      </w:rPr>
    </w:pPr>
    <w:r w:rsidRPr="00B55A87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A5C7B8" wp14:editId="1AC2B912">
              <wp:simplePos x="0" y="0"/>
              <wp:positionH relativeFrom="column">
                <wp:posOffset>4800600</wp:posOffset>
              </wp:positionH>
              <wp:positionV relativeFrom="paragraph">
                <wp:posOffset>9756140</wp:posOffset>
              </wp:positionV>
              <wp:extent cx="1485900" cy="532765"/>
              <wp:effectExtent l="0" t="0" r="0" b="0"/>
              <wp:wrapNone/>
              <wp:docPr id="1" name="Zone de text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5327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71EA1" w14:textId="77777777" w:rsidR="00AA6C78" w:rsidRDefault="00AA6C78" w:rsidP="00AA6C78">
                          <w:pPr>
                            <w:pStyle w:val="m-adresse"/>
                          </w:pPr>
                          <w:r>
                            <w:t>Aérodrome NANTES-Atlantique</w:t>
                          </w:r>
                        </w:p>
                        <w:p w14:paraId="136EBEB0" w14:textId="77777777" w:rsidR="00AA6C78" w:rsidRDefault="00AA6C78" w:rsidP="00AA6C78">
                          <w:pPr>
                            <w:pStyle w:val="m-adresse"/>
                          </w:pPr>
                          <w:r>
                            <w:t>BP 74.308</w:t>
                          </w:r>
                        </w:p>
                        <w:p w14:paraId="1A962242" w14:textId="77777777" w:rsidR="00AA6C78" w:rsidRDefault="00AA6C78" w:rsidP="00AA6C78">
                          <w:pPr>
                            <w:pStyle w:val="m-adresse"/>
                          </w:pPr>
                          <w:r>
                            <w:t>44343 BOUGUENAIS CEDEX</w:t>
                          </w:r>
                        </w:p>
                        <w:p w14:paraId="0CACF9EC" w14:textId="77777777" w:rsidR="00AA6C78" w:rsidRPr="00273C20" w:rsidRDefault="00AA6C78" w:rsidP="00AA6C78">
                          <w:pPr>
                            <w:pStyle w:val="m-adresse"/>
                          </w:pPr>
                          <w:r>
                            <w:t xml:space="preserve">Tél : </w:t>
                          </w:r>
                          <w:smartTag w:uri="urn:schemas-microsoft-com:office:smarttags" w:element="phone">
                            <w:smartTagPr>
                              <w:attr w:uri="urn:schemas-microsoft-com:office:office" w:name="ls" w:val="trans"/>
                            </w:smartTagPr>
                            <w:r>
                              <w:t>02 28 00 25 00</w:t>
                            </w:r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5C7B8" id="_x0000_t202" coordsize="21600,21600" o:spt="202" path="m,l,21600r21600,l21600,xe">
              <v:stroke joinstyle="miter"/>
              <v:path gradientshapeok="t" o:connecttype="rect"/>
            </v:shapetype>
            <v:shape id="Zone de texte 15" o:spid="_x0000_s1026" type="#_x0000_t202" style="position:absolute;left:0;text-align:left;margin-left:378pt;margin-top:768.2pt;width:117pt;height:4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" stroked="f">
              <v:textbox>
                <w:txbxContent>
                  <w:p w14:paraId="10471EA1" w14:textId="77777777" w:rsidR="00AA6C78" w:rsidRDefault="00AA6C78" w:rsidP="00AA6C78">
                    <w:pPr>
                      <w:pStyle w:val="m-adresse"/>
                    </w:pPr>
                    <w:r>
                      <w:t xml:space="preserve">Aérodrome </w:t>
                    </w:r>
                    <w:proofErr w:type="spellStart"/>
                    <w:r>
                      <w:t>NANTES-Atlantique</w:t>
                    </w:r>
                    <w:proofErr w:type="spellEnd"/>
                  </w:p>
                  <w:p w14:paraId="136EBEB0" w14:textId="77777777" w:rsidR="00AA6C78" w:rsidRDefault="00AA6C78" w:rsidP="00AA6C78">
                    <w:pPr>
                      <w:pStyle w:val="m-adresse"/>
                    </w:pPr>
                    <w:r>
                      <w:t>BP 74.308</w:t>
                    </w:r>
                  </w:p>
                  <w:p w14:paraId="1A962242" w14:textId="77777777" w:rsidR="00AA6C78" w:rsidRDefault="00AA6C78" w:rsidP="00AA6C78">
                    <w:pPr>
                      <w:pStyle w:val="m-adresse"/>
                    </w:pPr>
                    <w:r>
                      <w:t>44343 BOUGUENAIS CEDEX</w:t>
                    </w:r>
                  </w:p>
                  <w:p w14:paraId="0CACF9EC" w14:textId="77777777" w:rsidR="00AA6C78" w:rsidRPr="00273C20" w:rsidRDefault="00AA6C78" w:rsidP="00AA6C78">
                    <w:pPr>
                      <w:pStyle w:val="m-adresse"/>
                    </w:pPr>
                    <w:r>
                      <w:t xml:space="preserve">Tél : </w:t>
                    </w:r>
                    <w:smartTag w:uri="urn:schemas-microsoft-com:office:smarttags" w:element="phone">
                      <w:smartTagPr>
                        <w:attr w:uri="urn:schemas-microsoft-com:office:office" w:name="ls" w:val="trans"/>
                      </w:smartTagPr>
                      <w:r>
                        <w:t>02 28 00 25 00</w:t>
                      </w:r>
                    </w:smartTag>
                  </w:p>
                </w:txbxContent>
              </v:textbox>
            </v:shape>
          </w:pict>
        </mc:Fallback>
      </mc:AlternateContent>
    </w:r>
    <w:r w:rsidRPr="00B55A87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EB9404" wp14:editId="4E1C1E21">
              <wp:simplePos x="0" y="0"/>
              <wp:positionH relativeFrom="column">
                <wp:posOffset>4800600</wp:posOffset>
              </wp:positionH>
              <wp:positionV relativeFrom="paragraph">
                <wp:posOffset>9756140</wp:posOffset>
              </wp:positionV>
              <wp:extent cx="1485900" cy="532765"/>
              <wp:effectExtent l="0" t="0" r="0" b="0"/>
              <wp:wrapNone/>
              <wp:docPr id="15" name="Zone de text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5327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81829A" w14:textId="77777777" w:rsidR="00AA6C78" w:rsidRDefault="00AA6C78" w:rsidP="00AA6C78">
                          <w:pPr>
                            <w:pStyle w:val="m-adresse"/>
                          </w:pPr>
                          <w:r>
                            <w:t>Aérodrome NANTES-Atlantique</w:t>
                          </w:r>
                        </w:p>
                        <w:p w14:paraId="197BF9C8" w14:textId="77777777" w:rsidR="00AA6C78" w:rsidRDefault="00AA6C78" w:rsidP="00AA6C78">
                          <w:pPr>
                            <w:pStyle w:val="m-adresse"/>
                          </w:pPr>
                          <w:r>
                            <w:t>BP 74.308</w:t>
                          </w:r>
                        </w:p>
                        <w:p w14:paraId="442A2B19" w14:textId="77777777" w:rsidR="00AA6C78" w:rsidRDefault="00AA6C78" w:rsidP="00AA6C78">
                          <w:pPr>
                            <w:pStyle w:val="m-adresse"/>
                          </w:pPr>
                          <w:r>
                            <w:t>44343 BOUGUENAIS CEDEX</w:t>
                          </w:r>
                        </w:p>
                        <w:p w14:paraId="20C435D3" w14:textId="77777777" w:rsidR="00AA6C78" w:rsidRPr="00273C20" w:rsidRDefault="00AA6C78" w:rsidP="00AA6C78">
                          <w:pPr>
                            <w:pStyle w:val="m-adresse"/>
                          </w:pPr>
                          <w:r>
                            <w:t xml:space="preserve">Tél : </w:t>
                          </w:r>
                          <w:smartTag w:uri="urn:schemas-microsoft-com:office:smarttags" w:element="phone">
                            <w:smartTagPr>
                              <w:attr w:uri="urn:schemas-microsoft-com:office:office" w:name="ls" w:val="trans"/>
                            </w:smartTagPr>
                            <w:r>
                              <w:t>02 28 00 25 00</w:t>
                            </w:r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EB9404" id="_x0000_s1027" type="#_x0000_t202" style="position:absolute;left:0;text-align:left;margin-left:378pt;margin-top:768.2pt;width:117pt;height:41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" stroked="f">
              <v:textbox>
                <w:txbxContent>
                  <w:p w14:paraId="0E81829A" w14:textId="77777777" w:rsidR="00AA6C78" w:rsidRDefault="00AA6C78" w:rsidP="00AA6C78">
                    <w:pPr>
                      <w:pStyle w:val="m-adresse"/>
                    </w:pPr>
                    <w:r>
                      <w:t xml:space="preserve">Aérodrome </w:t>
                    </w:r>
                    <w:proofErr w:type="spellStart"/>
                    <w:r>
                      <w:t>NANTES-Atlantique</w:t>
                    </w:r>
                    <w:proofErr w:type="spellEnd"/>
                  </w:p>
                  <w:p w14:paraId="197BF9C8" w14:textId="77777777" w:rsidR="00AA6C78" w:rsidRDefault="00AA6C78" w:rsidP="00AA6C78">
                    <w:pPr>
                      <w:pStyle w:val="m-adresse"/>
                    </w:pPr>
                    <w:r>
                      <w:t>BP 74.308</w:t>
                    </w:r>
                  </w:p>
                  <w:p w14:paraId="442A2B19" w14:textId="77777777" w:rsidR="00AA6C78" w:rsidRDefault="00AA6C78" w:rsidP="00AA6C78">
                    <w:pPr>
                      <w:pStyle w:val="m-adresse"/>
                    </w:pPr>
                    <w:r>
                      <w:t>44343 BOUGUENAIS CEDEX</w:t>
                    </w:r>
                  </w:p>
                  <w:p w14:paraId="20C435D3" w14:textId="77777777" w:rsidR="00AA6C78" w:rsidRPr="00273C20" w:rsidRDefault="00AA6C78" w:rsidP="00AA6C78">
                    <w:pPr>
                      <w:pStyle w:val="m-adresse"/>
                    </w:pPr>
                    <w:r>
                      <w:t xml:space="preserve">Tél : </w:t>
                    </w:r>
                    <w:smartTag w:uri="urn:schemas-microsoft-com:office:smarttags" w:element="phone">
                      <w:smartTagPr>
                        <w:attr w:uri="urn:schemas-microsoft-com:office:office" w:name="ls" w:val="trans"/>
                      </w:smartTagPr>
                      <w:r>
                        <w:t>02 28 00 25 00</w:t>
                      </w:r>
                    </w:smartTag>
                  </w:p>
                </w:txbxContent>
              </v:textbox>
            </v:shape>
          </w:pict>
        </mc:Fallback>
      </mc:AlternateContent>
    </w:r>
    <w:r w:rsidR="00B55A87" w:rsidRPr="00B55A87">
      <w:rPr>
        <w:sz w:val="18"/>
        <w:szCs w:val="18"/>
      </w:rPr>
      <w:t>Evreux-BA105-</w:t>
    </w:r>
    <w:r w:rsidR="00D602BD">
      <w:rPr>
        <w:sz w:val="18"/>
        <w:szCs w:val="18"/>
      </w:rPr>
      <w:t>CLA2000</w:t>
    </w:r>
  </w:p>
  <w:p w14:paraId="40E4F197" w14:textId="518BAD68" w:rsidR="00AA6C78" w:rsidRPr="00B55A87" w:rsidRDefault="00D602BD" w:rsidP="00B55A87">
    <w:pPr>
      <w:pStyle w:val="Pieddepage"/>
      <w:rPr>
        <w:sz w:val="18"/>
      </w:rPr>
    </w:pPr>
    <w:r w:rsidRPr="00D602BD">
      <w:rPr>
        <w:rFonts w:eastAsiaTheme="minorHAnsi"/>
        <w:color w:val="000000"/>
        <w:sz w:val="18"/>
        <w:szCs w:val="18"/>
        <w14:ligatures w14:val="standardContextual"/>
      </w:rPr>
      <w:t>Transfert du contrôle commande du balisage vers la nouvelle tour de contrôle d’Evreux – Création d’une boucle de fibre optique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E1E9" w14:textId="77777777" w:rsidR="005A44A4" w:rsidRPr="005A44A4" w:rsidRDefault="005A44A4">
    <w:pPr>
      <w:pStyle w:val="Pieddepage"/>
      <w:jc w:val="right"/>
      <w:rPr>
        <w:sz w:val="18"/>
      </w:rPr>
    </w:pPr>
    <w:r w:rsidRPr="005A44A4">
      <w:rPr>
        <w:sz w:val="18"/>
      </w:rPr>
      <w:t xml:space="preserve">Page </w:t>
    </w:r>
    <w:r w:rsidRPr="005A44A4">
      <w:rPr>
        <w:b/>
        <w:bCs/>
        <w:sz w:val="18"/>
      </w:rPr>
      <w:fldChar w:fldCharType="begin"/>
    </w:r>
    <w:r w:rsidRPr="005A44A4">
      <w:rPr>
        <w:b/>
        <w:bCs/>
        <w:sz w:val="18"/>
      </w:rPr>
      <w:instrText>PAGE</w:instrText>
    </w:r>
    <w:r w:rsidRPr="005A44A4">
      <w:rPr>
        <w:b/>
        <w:bCs/>
        <w:sz w:val="18"/>
      </w:rPr>
      <w:fldChar w:fldCharType="separate"/>
    </w:r>
    <w:r w:rsidR="009268BB">
      <w:rPr>
        <w:b/>
        <w:bCs/>
        <w:noProof/>
        <w:sz w:val="18"/>
      </w:rPr>
      <w:t>1</w:t>
    </w:r>
    <w:r w:rsidRPr="005A44A4">
      <w:rPr>
        <w:b/>
        <w:bCs/>
        <w:sz w:val="18"/>
      </w:rPr>
      <w:fldChar w:fldCharType="end"/>
    </w:r>
    <w:r>
      <w:rPr>
        <w:b/>
        <w:bCs/>
        <w:sz w:val="18"/>
      </w:rPr>
      <w:t>/</w:t>
    </w:r>
    <w:r w:rsidRPr="005A44A4">
      <w:rPr>
        <w:b/>
        <w:bCs/>
        <w:sz w:val="18"/>
      </w:rPr>
      <w:fldChar w:fldCharType="begin"/>
    </w:r>
    <w:r w:rsidRPr="005A44A4">
      <w:rPr>
        <w:b/>
        <w:bCs/>
        <w:sz w:val="18"/>
      </w:rPr>
      <w:instrText>NUMPAGES</w:instrText>
    </w:r>
    <w:r w:rsidRPr="005A44A4">
      <w:rPr>
        <w:b/>
        <w:bCs/>
        <w:sz w:val="18"/>
      </w:rPr>
      <w:fldChar w:fldCharType="separate"/>
    </w:r>
    <w:r w:rsidR="009268BB">
      <w:rPr>
        <w:b/>
        <w:bCs/>
        <w:noProof/>
        <w:sz w:val="18"/>
      </w:rPr>
      <w:t>2</w:t>
    </w:r>
    <w:r w:rsidRPr="005A44A4">
      <w:rPr>
        <w:b/>
        <w:bCs/>
        <w:sz w:val="18"/>
      </w:rPr>
      <w:fldChar w:fldCharType="end"/>
    </w:r>
  </w:p>
  <w:p w14:paraId="46916A68" w14:textId="77777777" w:rsidR="005A44A4" w:rsidRPr="00E92515" w:rsidRDefault="00FA4057" w:rsidP="005A44A4">
    <w:pPr>
      <w:pStyle w:val="Pieddepage"/>
      <w:rPr>
        <w:rFonts w:ascii="Calibri" w:hAnsi="Calibri" w:cs="Calibri"/>
        <w:sz w:val="16"/>
        <w:szCs w:val="22"/>
      </w:rPr>
    </w:pPr>
    <w:bookmarkStart w:id="0" w:name="_Hlk139530595"/>
    <w:r w:rsidRPr="00E92515">
      <w:rPr>
        <w:rFonts w:ascii="Calibri" w:hAnsi="Calibri" w:cs="Calibri"/>
        <w:sz w:val="16"/>
        <w:szCs w:val="22"/>
      </w:rPr>
      <w:t>DCE</w:t>
    </w:r>
    <w:r w:rsidR="005A44A4" w:rsidRPr="00E92515">
      <w:rPr>
        <w:rFonts w:ascii="Calibri" w:hAnsi="Calibri" w:cs="Calibri"/>
        <w:sz w:val="16"/>
        <w:szCs w:val="22"/>
      </w:rPr>
      <w:t xml:space="preserve"> </w:t>
    </w:r>
    <w:r w:rsidR="00BC4C1B" w:rsidRPr="00E92515">
      <w:rPr>
        <w:rFonts w:ascii="Calibri" w:hAnsi="Calibri" w:cs="Calibri"/>
        <w:sz w:val="16"/>
        <w:szCs w:val="22"/>
      </w:rPr>
      <w:t>SNIA_PAI-NAN</w:t>
    </w:r>
    <w:r w:rsidRPr="00E92515">
      <w:rPr>
        <w:rFonts w:ascii="Calibri" w:hAnsi="Calibri" w:cs="Calibri"/>
        <w:sz w:val="16"/>
        <w:szCs w:val="22"/>
      </w:rPr>
      <w:t>_</w:t>
    </w:r>
    <w:r w:rsidR="00BC4C1B" w:rsidRPr="00E92515">
      <w:rPr>
        <w:rFonts w:ascii="Calibri" w:hAnsi="Calibri" w:cs="Calibri"/>
        <w:sz w:val="16"/>
        <w:szCs w:val="22"/>
      </w:rPr>
      <w:t>AOO_23-058</w:t>
    </w:r>
    <w:r w:rsidRPr="00E92515">
      <w:rPr>
        <w:rFonts w:ascii="Calibri" w:hAnsi="Calibri" w:cs="Calibri"/>
        <w:sz w:val="16"/>
        <w:szCs w:val="22"/>
      </w:rPr>
      <w:t xml:space="preserve">_Engagement de confidentialité </w:t>
    </w:r>
    <w:r w:rsidR="00640AD5" w:rsidRPr="00E92515">
      <w:rPr>
        <w:rFonts w:ascii="Calibri" w:hAnsi="Calibri" w:cs="Calibri"/>
        <w:sz w:val="16"/>
        <w:szCs w:val="22"/>
      </w:rPr>
      <w:t>– V</w:t>
    </w:r>
    <w:r w:rsidR="00E40209" w:rsidRPr="00E92515">
      <w:rPr>
        <w:rFonts w:ascii="Calibri" w:hAnsi="Calibri" w:cs="Calibri"/>
        <w:sz w:val="16"/>
        <w:szCs w:val="22"/>
      </w:rPr>
      <w:t>0</w:t>
    </w:r>
    <w:r w:rsidR="00BC4C1B" w:rsidRPr="00E92515">
      <w:rPr>
        <w:rFonts w:ascii="Calibri" w:hAnsi="Calibri" w:cs="Calibri"/>
        <w:sz w:val="16"/>
        <w:szCs w:val="22"/>
      </w:rPr>
      <w:t>.1</w:t>
    </w:r>
  </w:p>
  <w:bookmarkEnd w:id="0"/>
  <w:p w14:paraId="53ABEB8D" w14:textId="77777777" w:rsidR="00AA6C78" w:rsidRDefault="00AA6C78" w:rsidP="00AA6C78">
    <w:pPr>
      <w:rPr>
        <w:rFonts w:ascii="Arial" w:eastAsia="Marianne" w:hAnsi="Arial"/>
        <w:color w:val="808080"/>
        <w:sz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0663F" w14:textId="77777777" w:rsidR="00EF5021" w:rsidRDefault="00EF5021">
      <w:r>
        <w:separator/>
      </w:r>
    </w:p>
  </w:footnote>
  <w:footnote w:type="continuationSeparator" w:id="0">
    <w:p w14:paraId="13D7D09E" w14:textId="77777777" w:rsidR="00EF5021" w:rsidRDefault="00EF5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6BC7" w14:textId="77777777" w:rsidR="00D602BD" w:rsidRDefault="00D602B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A832" w14:textId="77777777" w:rsidR="00D602BD" w:rsidRDefault="00D602B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4BF08" w14:textId="77777777" w:rsidR="00D602BD" w:rsidRDefault="00D602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7.75pt;height:2.25pt" o:bullet="t">
        <v:imagedata r:id="rId1" o:title=""/>
      </v:shape>
    </w:pict>
  </w:numPicBullet>
  <w:abstractNum w:abstractNumId="0" w15:restartNumberingAfterBreak="0">
    <w:nsid w:val="0E2255E7"/>
    <w:multiLevelType w:val="hybridMultilevel"/>
    <w:tmpl w:val="94646A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D1807"/>
    <w:multiLevelType w:val="hybridMultilevel"/>
    <w:tmpl w:val="0E788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228E"/>
    <w:multiLevelType w:val="multilevel"/>
    <w:tmpl w:val="E9E6DFE0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1BFC36AE"/>
    <w:multiLevelType w:val="multilevel"/>
    <w:tmpl w:val="E60C0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Titre3"/>
      <w:lvlText w:val="2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2083244"/>
    <w:multiLevelType w:val="hybridMultilevel"/>
    <w:tmpl w:val="26D2A2E4"/>
    <w:lvl w:ilvl="0" w:tplc="040C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22BE022C"/>
    <w:multiLevelType w:val="hybridMultilevel"/>
    <w:tmpl w:val="0B1EE9C2"/>
    <w:lvl w:ilvl="0" w:tplc="FFFFFFFF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25A44124"/>
    <w:multiLevelType w:val="singleLevel"/>
    <w:tmpl w:val="6834F8D8"/>
    <w:lvl w:ilvl="0">
      <w:start w:val="1"/>
      <w:numFmt w:val="bullet"/>
      <w:pStyle w:val="Support"/>
      <w:lvlText w:val=""/>
      <w:lvlJc w:val="left"/>
      <w:pPr>
        <w:tabs>
          <w:tab w:val="num" w:pos="999"/>
        </w:tabs>
        <w:ind w:left="999" w:hanging="432"/>
      </w:pPr>
      <w:rPr>
        <w:rFonts w:ascii="Monotype Sorts" w:hAnsi="Monotype Sorts" w:hint="default"/>
        <w:i w:val="0"/>
      </w:rPr>
    </w:lvl>
  </w:abstractNum>
  <w:abstractNum w:abstractNumId="7" w15:restartNumberingAfterBreak="0">
    <w:nsid w:val="26996292"/>
    <w:multiLevelType w:val="hybridMultilevel"/>
    <w:tmpl w:val="873C8F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47266"/>
    <w:multiLevelType w:val="hybridMultilevel"/>
    <w:tmpl w:val="216EF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1CE5B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5CCF"/>
    <w:multiLevelType w:val="hybridMultilevel"/>
    <w:tmpl w:val="94D426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D99"/>
    <w:multiLevelType w:val="hybridMultilevel"/>
    <w:tmpl w:val="CE7E7622"/>
    <w:lvl w:ilvl="0" w:tplc="67AC9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202FE"/>
    <w:multiLevelType w:val="hybridMultilevel"/>
    <w:tmpl w:val="0A8E2EF8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46FC66E9"/>
    <w:multiLevelType w:val="singleLevel"/>
    <w:tmpl w:val="12DCCC42"/>
    <w:lvl w:ilvl="0">
      <w:start w:val="1"/>
      <w:numFmt w:val="bullet"/>
      <w:pStyle w:val="liste1"/>
      <w:lvlText w:val="-"/>
      <w:lvlJc w:val="left"/>
      <w:pPr>
        <w:tabs>
          <w:tab w:val="num" w:pos="1412"/>
        </w:tabs>
        <w:ind w:left="1412" w:hanging="420"/>
      </w:pPr>
      <w:rPr>
        <w:rFonts w:hint="default"/>
      </w:rPr>
    </w:lvl>
  </w:abstractNum>
  <w:abstractNum w:abstractNumId="13" w15:restartNumberingAfterBreak="0">
    <w:nsid w:val="4B205976"/>
    <w:multiLevelType w:val="hybridMultilevel"/>
    <w:tmpl w:val="D0306B14"/>
    <w:lvl w:ilvl="0" w:tplc="FFFFFFFF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4F29150C"/>
    <w:multiLevelType w:val="singleLevel"/>
    <w:tmpl w:val="A1CA5760"/>
    <w:lvl w:ilvl="0">
      <w:start w:val="1"/>
      <w:numFmt w:val="bullet"/>
      <w:pStyle w:val="Rubrique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54C55215"/>
    <w:multiLevelType w:val="hybridMultilevel"/>
    <w:tmpl w:val="703E67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B0AA5"/>
    <w:multiLevelType w:val="multilevel"/>
    <w:tmpl w:val="2BA48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DC70B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StyleTitre2NonItalique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18" w15:restartNumberingAfterBreak="0">
    <w:nsid w:val="6093256B"/>
    <w:multiLevelType w:val="hybridMultilevel"/>
    <w:tmpl w:val="4C048A80"/>
    <w:lvl w:ilvl="0" w:tplc="4BBA6D72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6F765B29"/>
    <w:multiLevelType w:val="hybridMultilevel"/>
    <w:tmpl w:val="0D723B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208EB"/>
    <w:multiLevelType w:val="hybridMultilevel"/>
    <w:tmpl w:val="B0BA56C2"/>
    <w:lvl w:ilvl="0" w:tplc="F5AC7BE8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74843CBD"/>
    <w:multiLevelType w:val="hybridMultilevel"/>
    <w:tmpl w:val="77E04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3CF8"/>
    <w:multiLevelType w:val="singleLevel"/>
    <w:tmpl w:val="A9BE6A84"/>
    <w:lvl w:ilvl="0">
      <w:start w:val="4"/>
      <w:numFmt w:val="decimal"/>
      <w:pStyle w:val="Annexe"/>
      <w:lvlText w:val="Annexe %1."/>
      <w:lvlJc w:val="left"/>
      <w:pPr>
        <w:tabs>
          <w:tab w:val="num" w:pos="1440"/>
        </w:tabs>
        <w:ind w:left="360" w:hanging="360"/>
      </w:pPr>
      <w:rPr>
        <w:rFonts w:hint="default"/>
      </w:rPr>
    </w:lvl>
  </w:abstractNum>
  <w:abstractNum w:abstractNumId="23" w15:restartNumberingAfterBreak="0">
    <w:nsid w:val="79CA04D6"/>
    <w:multiLevelType w:val="multilevel"/>
    <w:tmpl w:val="040C001F"/>
    <w:numStyleLink w:val="111111"/>
  </w:abstractNum>
  <w:abstractNum w:abstractNumId="24" w15:restartNumberingAfterBreak="0">
    <w:nsid w:val="79FC1152"/>
    <w:multiLevelType w:val="hybridMultilevel"/>
    <w:tmpl w:val="891C7D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18A1552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2C442B"/>
    <w:multiLevelType w:val="hybridMultilevel"/>
    <w:tmpl w:val="CF9E68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26329"/>
    <w:multiLevelType w:val="hybridMultilevel"/>
    <w:tmpl w:val="AC76D186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 w15:restartNumberingAfterBreak="0">
    <w:nsid w:val="7C1044BD"/>
    <w:multiLevelType w:val="hybridMultilevel"/>
    <w:tmpl w:val="46BAB1B8"/>
    <w:lvl w:ilvl="0" w:tplc="9C50422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505685">
    <w:abstractNumId w:val="12"/>
  </w:num>
  <w:num w:numId="2" w16cid:durableId="1358041324">
    <w:abstractNumId w:val="14"/>
  </w:num>
  <w:num w:numId="3" w16cid:durableId="1437099453">
    <w:abstractNumId w:val="6"/>
  </w:num>
  <w:num w:numId="4" w16cid:durableId="1467162389">
    <w:abstractNumId w:val="22"/>
  </w:num>
  <w:num w:numId="5" w16cid:durableId="701974058">
    <w:abstractNumId w:val="3"/>
  </w:num>
  <w:num w:numId="6" w16cid:durableId="2047870826">
    <w:abstractNumId w:val="23"/>
  </w:num>
  <w:num w:numId="7" w16cid:durableId="467819878">
    <w:abstractNumId w:val="2"/>
  </w:num>
  <w:num w:numId="8" w16cid:durableId="1823768065">
    <w:abstractNumId w:val="17"/>
  </w:num>
  <w:num w:numId="9" w16cid:durableId="1336227615">
    <w:abstractNumId w:val="2"/>
  </w:num>
  <w:num w:numId="10" w16cid:durableId="1711565590">
    <w:abstractNumId w:val="0"/>
  </w:num>
  <w:num w:numId="11" w16cid:durableId="2031756169">
    <w:abstractNumId w:val="10"/>
  </w:num>
  <w:num w:numId="12" w16cid:durableId="2106458696">
    <w:abstractNumId w:val="19"/>
  </w:num>
  <w:num w:numId="13" w16cid:durableId="683937807">
    <w:abstractNumId w:val="9"/>
  </w:num>
  <w:num w:numId="14" w16cid:durableId="1022705122">
    <w:abstractNumId w:val="7"/>
  </w:num>
  <w:num w:numId="15" w16cid:durableId="1363172366">
    <w:abstractNumId w:val="18"/>
  </w:num>
  <w:num w:numId="16" w16cid:durableId="1619531856">
    <w:abstractNumId w:val="27"/>
  </w:num>
  <w:num w:numId="17" w16cid:durableId="1834485107">
    <w:abstractNumId w:val="8"/>
  </w:num>
  <w:num w:numId="18" w16cid:durableId="739524777">
    <w:abstractNumId w:val="4"/>
  </w:num>
  <w:num w:numId="19" w16cid:durableId="1470897382">
    <w:abstractNumId w:val="20"/>
  </w:num>
  <w:num w:numId="20" w16cid:durableId="1695232217">
    <w:abstractNumId w:val="25"/>
  </w:num>
  <w:num w:numId="21" w16cid:durableId="744882634">
    <w:abstractNumId w:val="11"/>
  </w:num>
  <w:num w:numId="22" w16cid:durableId="1565794985">
    <w:abstractNumId w:val="13"/>
  </w:num>
  <w:num w:numId="23" w16cid:durableId="1413089034">
    <w:abstractNumId w:val="26"/>
  </w:num>
  <w:num w:numId="24" w16cid:durableId="738484926">
    <w:abstractNumId w:val="5"/>
  </w:num>
  <w:num w:numId="25" w16cid:durableId="1345135861">
    <w:abstractNumId w:val="1"/>
  </w:num>
  <w:num w:numId="26" w16cid:durableId="284893787">
    <w:abstractNumId w:val="24"/>
  </w:num>
  <w:num w:numId="27" w16cid:durableId="629753048">
    <w:abstractNumId w:val="15"/>
  </w:num>
  <w:num w:numId="28" w16cid:durableId="1269697176">
    <w:abstractNumId w:val="21"/>
  </w:num>
  <w:num w:numId="29" w16cid:durableId="23790290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01559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44"/>
    <w:rsid w:val="000165C9"/>
    <w:rsid w:val="000365F0"/>
    <w:rsid w:val="00050A44"/>
    <w:rsid w:val="00072B68"/>
    <w:rsid w:val="00087A44"/>
    <w:rsid w:val="00097A1B"/>
    <w:rsid w:val="000A3564"/>
    <w:rsid w:val="000B413D"/>
    <w:rsid w:val="000D1405"/>
    <w:rsid w:val="000F693D"/>
    <w:rsid w:val="001132AE"/>
    <w:rsid w:val="0011475F"/>
    <w:rsid w:val="00116F19"/>
    <w:rsid w:val="0015055B"/>
    <w:rsid w:val="00161D9B"/>
    <w:rsid w:val="001622B0"/>
    <w:rsid w:val="00176C8A"/>
    <w:rsid w:val="00187FDD"/>
    <w:rsid w:val="001902C9"/>
    <w:rsid w:val="001A1A44"/>
    <w:rsid w:val="001A4EC5"/>
    <w:rsid w:val="001B4E08"/>
    <w:rsid w:val="001C78FE"/>
    <w:rsid w:val="001E01AF"/>
    <w:rsid w:val="001E20C4"/>
    <w:rsid w:val="001F1EB9"/>
    <w:rsid w:val="001F6751"/>
    <w:rsid w:val="00211919"/>
    <w:rsid w:val="002149A6"/>
    <w:rsid w:val="002218CA"/>
    <w:rsid w:val="00237F1E"/>
    <w:rsid w:val="00241F80"/>
    <w:rsid w:val="00252943"/>
    <w:rsid w:val="00253924"/>
    <w:rsid w:val="00272304"/>
    <w:rsid w:val="0027646E"/>
    <w:rsid w:val="0028347D"/>
    <w:rsid w:val="002974FC"/>
    <w:rsid w:val="002A0E55"/>
    <w:rsid w:val="002A68D6"/>
    <w:rsid w:val="002C5118"/>
    <w:rsid w:val="002C5B60"/>
    <w:rsid w:val="002C66C8"/>
    <w:rsid w:val="002D00F3"/>
    <w:rsid w:val="002E3D4F"/>
    <w:rsid w:val="003103B9"/>
    <w:rsid w:val="003135C4"/>
    <w:rsid w:val="00314125"/>
    <w:rsid w:val="00314383"/>
    <w:rsid w:val="00317093"/>
    <w:rsid w:val="0032731E"/>
    <w:rsid w:val="003604B1"/>
    <w:rsid w:val="003605A7"/>
    <w:rsid w:val="0036384F"/>
    <w:rsid w:val="00380A0F"/>
    <w:rsid w:val="0038157C"/>
    <w:rsid w:val="003852A7"/>
    <w:rsid w:val="00385890"/>
    <w:rsid w:val="00391E31"/>
    <w:rsid w:val="0039215A"/>
    <w:rsid w:val="003A710B"/>
    <w:rsid w:val="003B339A"/>
    <w:rsid w:val="003C0F80"/>
    <w:rsid w:val="003D515C"/>
    <w:rsid w:val="003D712D"/>
    <w:rsid w:val="003E167D"/>
    <w:rsid w:val="00402FBA"/>
    <w:rsid w:val="00426CD2"/>
    <w:rsid w:val="00455073"/>
    <w:rsid w:val="00462495"/>
    <w:rsid w:val="00467A4C"/>
    <w:rsid w:val="004732D7"/>
    <w:rsid w:val="00473DF4"/>
    <w:rsid w:val="004839BB"/>
    <w:rsid w:val="00492C23"/>
    <w:rsid w:val="00496DA0"/>
    <w:rsid w:val="004A24CB"/>
    <w:rsid w:val="004C4A38"/>
    <w:rsid w:val="004D1F01"/>
    <w:rsid w:val="004D5E1A"/>
    <w:rsid w:val="004F6FBC"/>
    <w:rsid w:val="005040C8"/>
    <w:rsid w:val="00511F23"/>
    <w:rsid w:val="0053305A"/>
    <w:rsid w:val="00533249"/>
    <w:rsid w:val="00545CF0"/>
    <w:rsid w:val="0055723B"/>
    <w:rsid w:val="00573904"/>
    <w:rsid w:val="00583684"/>
    <w:rsid w:val="005855E0"/>
    <w:rsid w:val="00594969"/>
    <w:rsid w:val="00596A42"/>
    <w:rsid w:val="005A44A4"/>
    <w:rsid w:val="005C1901"/>
    <w:rsid w:val="005C348B"/>
    <w:rsid w:val="005C48A0"/>
    <w:rsid w:val="005C54A0"/>
    <w:rsid w:val="005D2832"/>
    <w:rsid w:val="005F552F"/>
    <w:rsid w:val="00610B99"/>
    <w:rsid w:val="006204A4"/>
    <w:rsid w:val="006240F0"/>
    <w:rsid w:val="00630792"/>
    <w:rsid w:val="006312D4"/>
    <w:rsid w:val="00634958"/>
    <w:rsid w:val="00640AD5"/>
    <w:rsid w:val="006421FB"/>
    <w:rsid w:val="0064232D"/>
    <w:rsid w:val="00650649"/>
    <w:rsid w:val="00654BFD"/>
    <w:rsid w:val="0066148F"/>
    <w:rsid w:val="00667C61"/>
    <w:rsid w:val="00670E30"/>
    <w:rsid w:val="00684391"/>
    <w:rsid w:val="00684958"/>
    <w:rsid w:val="006A1F31"/>
    <w:rsid w:val="006B01D6"/>
    <w:rsid w:val="006B1D9F"/>
    <w:rsid w:val="006E2E6D"/>
    <w:rsid w:val="006E72B0"/>
    <w:rsid w:val="006F0C30"/>
    <w:rsid w:val="006F3B09"/>
    <w:rsid w:val="006F7164"/>
    <w:rsid w:val="00702299"/>
    <w:rsid w:val="00703A0A"/>
    <w:rsid w:val="00730C43"/>
    <w:rsid w:val="00732E58"/>
    <w:rsid w:val="00735553"/>
    <w:rsid w:val="00744C0C"/>
    <w:rsid w:val="00744D32"/>
    <w:rsid w:val="00751FB5"/>
    <w:rsid w:val="00756778"/>
    <w:rsid w:val="00764A3F"/>
    <w:rsid w:val="00765AFF"/>
    <w:rsid w:val="007713B3"/>
    <w:rsid w:val="00773ABA"/>
    <w:rsid w:val="007761E1"/>
    <w:rsid w:val="007A2DF3"/>
    <w:rsid w:val="007B3212"/>
    <w:rsid w:val="007C5189"/>
    <w:rsid w:val="007F639C"/>
    <w:rsid w:val="007F6D3C"/>
    <w:rsid w:val="00810E22"/>
    <w:rsid w:val="0082196A"/>
    <w:rsid w:val="0082485A"/>
    <w:rsid w:val="0083006A"/>
    <w:rsid w:val="00840292"/>
    <w:rsid w:val="008414C6"/>
    <w:rsid w:val="008456B8"/>
    <w:rsid w:val="00851E5B"/>
    <w:rsid w:val="00854314"/>
    <w:rsid w:val="00864262"/>
    <w:rsid w:val="00871172"/>
    <w:rsid w:val="008A0D3B"/>
    <w:rsid w:val="008A48DD"/>
    <w:rsid w:val="008A5557"/>
    <w:rsid w:val="008B2E50"/>
    <w:rsid w:val="008C5D30"/>
    <w:rsid w:val="00901822"/>
    <w:rsid w:val="00905166"/>
    <w:rsid w:val="00912EB6"/>
    <w:rsid w:val="00923E79"/>
    <w:rsid w:val="00924165"/>
    <w:rsid w:val="009268BB"/>
    <w:rsid w:val="00933694"/>
    <w:rsid w:val="00934693"/>
    <w:rsid w:val="00934BB0"/>
    <w:rsid w:val="009353A2"/>
    <w:rsid w:val="00936D06"/>
    <w:rsid w:val="00941F78"/>
    <w:rsid w:val="009773B6"/>
    <w:rsid w:val="009843E2"/>
    <w:rsid w:val="009B2EE5"/>
    <w:rsid w:val="009C0C22"/>
    <w:rsid w:val="009E391C"/>
    <w:rsid w:val="009F04EA"/>
    <w:rsid w:val="00A07677"/>
    <w:rsid w:val="00A165ED"/>
    <w:rsid w:val="00A20D47"/>
    <w:rsid w:val="00A403E5"/>
    <w:rsid w:val="00A46098"/>
    <w:rsid w:val="00A51DA4"/>
    <w:rsid w:val="00A619E1"/>
    <w:rsid w:val="00A77CEC"/>
    <w:rsid w:val="00A8112F"/>
    <w:rsid w:val="00A95B18"/>
    <w:rsid w:val="00AA6C78"/>
    <w:rsid w:val="00AB323E"/>
    <w:rsid w:val="00AC02D9"/>
    <w:rsid w:val="00AE229D"/>
    <w:rsid w:val="00AE5764"/>
    <w:rsid w:val="00B009D6"/>
    <w:rsid w:val="00B20E6A"/>
    <w:rsid w:val="00B32049"/>
    <w:rsid w:val="00B344F1"/>
    <w:rsid w:val="00B42F98"/>
    <w:rsid w:val="00B55A87"/>
    <w:rsid w:val="00B64425"/>
    <w:rsid w:val="00B90846"/>
    <w:rsid w:val="00B9426B"/>
    <w:rsid w:val="00B972E7"/>
    <w:rsid w:val="00B9752E"/>
    <w:rsid w:val="00BB2845"/>
    <w:rsid w:val="00BC4C1B"/>
    <w:rsid w:val="00BC615E"/>
    <w:rsid w:val="00BD298C"/>
    <w:rsid w:val="00BD37DE"/>
    <w:rsid w:val="00BD56CA"/>
    <w:rsid w:val="00BE40F9"/>
    <w:rsid w:val="00BE70FA"/>
    <w:rsid w:val="00C052AD"/>
    <w:rsid w:val="00C45F81"/>
    <w:rsid w:val="00C622F4"/>
    <w:rsid w:val="00C65090"/>
    <w:rsid w:val="00C809DA"/>
    <w:rsid w:val="00C95014"/>
    <w:rsid w:val="00CA3271"/>
    <w:rsid w:val="00CD2844"/>
    <w:rsid w:val="00D01CD4"/>
    <w:rsid w:val="00D10CB0"/>
    <w:rsid w:val="00D13AE4"/>
    <w:rsid w:val="00D35448"/>
    <w:rsid w:val="00D357E4"/>
    <w:rsid w:val="00D525DA"/>
    <w:rsid w:val="00D53AC6"/>
    <w:rsid w:val="00D54FCA"/>
    <w:rsid w:val="00D602BD"/>
    <w:rsid w:val="00D67A83"/>
    <w:rsid w:val="00D8167C"/>
    <w:rsid w:val="00D82C12"/>
    <w:rsid w:val="00D86B16"/>
    <w:rsid w:val="00DA5834"/>
    <w:rsid w:val="00DB2E48"/>
    <w:rsid w:val="00DC708B"/>
    <w:rsid w:val="00DD3CF2"/>
    <w:rsid w:val="00DD4E76"/>
    <w:rsid w:val="00DE1FE2"/>
    <w:rsid w:val="00DE5AB0"/>
    <w:rsid w:val="00DE72C7"/>
    <w:rsid w:val="00DF7BDE"/>
    <w:rsid w:val="00E05423"/>
    <w:rsid w:val="00E13BCD"/>
    <w:rsid w:val="00E3082F"/>
    <w:rsid w:val="00E40209"/>
    <w:rsid w:val="00E42899"/>
    <w:rsid w:val="00E43C91"/>
    <w:rsid w:val="00E45F13"/>
    <w:rsid w:val="00E52C70"/>
    <w:rsid w:val="00E5462E"/>
    <w:rsid w:val="00E64C79"/>
    <w:rsid w:val="00E80C3F"/>
    <w:rsid w:val="00E92515"/>
    <w:rsid w:val="00EA4595"/>
    <w:rsid w:val="00EC5F4A"/>
    <w:rsid w:val="00EE3648"/>
    <w:rsid w:val="00EF4334"/>
    <w:rsid w:val="00EF5021"/>
    <w:rsid w:val="00EF5853"/>
    <w:rsid w:val="00EF7D2C"/>
    <w:rsid w:val="00F12E43"/>
    <w:rsid w:val="00F144D1"/>
    <w:rsid w:val="00F1735D"/>
    <w:rsid w:val="00F326C1"/>
    <w:rsid w:val="00F537A8"/>
    <w:rsid w:val="00F616EE"/>
    <w:rsid w:val="00F6447A"/>
    <w:rsid w:val="00F678BD"/>
    <w:rsid w:val="00F67BD0"/>
    <w:rsid w:val="00F7049A"/>
    <w:rsid w:val="00F935D1"/>
    <w:rsid w:val="00F969CA"/>
    <w:rsid w:val="00FA1D99"/>
    <w:rsid w:val="00FA4057"/>
    <w:rsid w:val="00FB12DB"/>
    <w:rsid w:val="00FD142A"/>
    <w:rsid w:val="00FD4261"/>
    <w:rsid w:val="00FD70CD"/>
    <w:rsid w:val="00FE40F0"/>
    <w:rsid w:val="00FE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9217"/>
    <o:shapelayout v:ext="edit">
      <o:idmap v:ext="edit" data="2"/>
    </o:shapelayout>
  </w:shapeDefaults>
  <w:decimalSymbol w:val=","/>
  <w:listSeparator w:val=";"/>
  <w14:docId w14:val="2CEE5C0A"/>
  <w15:chartTrackingRefBased/>
  <w15:docId w15:val="{F932D037-4333-48EB-96D2-8B863AB3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7"/>
      </w:numPr>
      <w:spacing w:before="240" w:after="120"/>
      <w:outlineLvl w:val="0"/>
    </w:pPr>
    <w:rPr>
      <w:rFonts w:ascii="Arial" w:hAnsi="Arial"/>
      <w:b/>
      <w:color w:val="000080"/>
      <w:spacing w:val="10"/>
    </w:rPr>
  </w:style>
  <w:style w:type="paragraph" w:styleId="Titre2">
    <w:name w:val="heading 2"/>
    <w:basedOn w:val="Normal"/>
    <w:next w:val="Normal"/>
    <w:qFormat/>
    <w:rsid w:val="002E3D4F"/>
    <w:pPr>
      <w:keepNext/>
      <w:spacing w:before="120" w:after="60"/>
      <w:jc w:val="both"/>
      <w:outlineLvl w:val="1"/>
    </w:pPr>
    <w:rPr>
      <w:rFonts w:ascii="Garamond" w:hAnsi="Garamond"/>
      <w:b/>
      <w:i/>
      <w:color w:val="00008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5"/>
      </w:numPr>
      <w:spacing w:before="240" w:after="60"/>
      <w:outlineLvl w:val="2"/>
    </w:pPr>
    <w:rPr>
      <w:rFonts w:ascii="Garamond" w:hAnsi="Garamond"/>
      <w:b/>
      <w:color w:val="000080"/>
      <w:sz w:val="22"/>
    </w:rPr>
  </w:style>
  <w:style w:type="paragraph" w:styleId="Titre4">
    <w:name w:val="heading 4"/>
    <w:basedOn w:val="Normal"/>
    <w:next w:val="Normal"/>
    <w:qFormat/>
    <w:pPr>
      <w:keepNext/>
      <w:spacing w:after="120"/>
      <w:jc w:val="center"/>
      <w:outlineLvl w:val="3"/>
    </w:pPr>
    <w:rPr>
      <w:rFonts w:ascii="Garamond" w:hAnsi="Garamond"/>
      <w:b/>
      <w:noProof/>
      <w:sz w:val="16"/>
    </w:rPr>
  </w:style>
  <w:style w:type="paragraph" w:styleId="Titre5">
    <w:name w:val="heading 5"/>
    <w:basedOn w:val="Normal"/>
    <w:next w:val="Normal"/>
    <w:qFormat/>
    <w:rsid w:val="009B2EE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ubrique">
    <w:name w:val="Rubrique"/>
    <w:basedOn w:val="Normal"/>
    <w:next w:val="Normal"/>
    <w:pPr>
      <w:numPr>
        <w:numId w:val="2"/>
      </w:numPr>
      <w:tabs>
        <w:tab w:val="left" w:pos="284"/>
      </w:tabs>
      <w:spacing w:after="120"/>
      <w:ind w:left="284" w:hanging="284"/>
    </w:pPr>
    <w:rPr>
      <w:b/>
      <w:i/>
      <w:sz w:val="20"/>
    </w:rPr>
  </w:style>
  <w:style w:type="paragraph" w:customStyle="1" w:styleId="liste1">
    <w:name w:val="liste 1"/>
    <w:basedOn w:val="Normal"/>
    <w:pPr>
      <w:numPr>
        <w:numId w:val="1"/>
      </w:numPr>
      <w:tabs>
        <w:tab w:val="clear" w:pos="1412"/>
        <w:tab w:val="left" w:pos="567"/>
      </w:tabs>
      <w:spacing w:after="120"/>
      <w:ind w:left="568" w:hanging="284"/>
    </w:pPr>
    <w:rPr>
      <w:sz w:val="20"/>
    </w:rPr>
  </w:style>
  <w:style w:type="paragraph" w:customStyle="1" w:styleId="Support">
    <w:name w:val="Support"/>
    <w:basedOn w:val="Normal"/>
    <w:pPr>
      <w:numPr>
        <w:numId w:val="3"/>
      </w:numPr>
      <w:tabs>
        <w:tab w:val="clear" w:pos="999"/>
        <w:tab w:val="num" w:pos="284"/>
      </w:tabs>
      <w:spacing w:after="120"/>
      <w:ind w:left="284" w:hanging="284"/>
      <w:jc w:val="both"/>
    </w:pPr>
    <w:rPr>
      <w:sz w:val="20"/>
    </w:rPr>
  </w:style>
  <w:style w:type="paragraph" w:customStyle="1" w:styleId="Annexe">
    <w:name w:val="Annexe"/>
    <w:basedOn w:val="Titre1"/>
    <w:pPr>
      <w:numPr>
        <w:numId w:val="4"/>
      </w:numPr>
      <w:jc w:val="center"/>
    </w:pPr>
  </w:style>
  <w:style w:type="paragraph" w:styleId="Titre">
    <w:name w:val="Title"/>
    <w:basedOn w:val="Normal"/>
    <w:qFormat/>
    <w:pPr>
      <w:ind w:left="142"/>
      <w:jc w:val="center"/>
    </w:pPr>
    <w:rPr>
      <w:rFonts w:ascii="Franklin Gothic ExtraCond" w:hAnsi="Franklin Gothic ExtraCond"/>
      <w:b/>
      <w:bCs/>
      <w:sz w:val="52"/>
      <w:szCs w:val="52"/>
    </w:rPr>
  </w:style>
  <w:style w:type="paragraph" w:customStyle="1" w:styleId="xl45">
    <w:name w:val="xl45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eastAsia="Arial Unicode MS" w:hAnsi="Garamond" w:cs="Arial Unicode MS"/>
      <w:b/>
      <w:b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M2">
    <w:name w:val="toc 2"/>
    <w:basedOn w:val="Normal"/>
    <w:next w:val="Normal"/>
    <w:autoRedefine/>
    <w:semiHidden/>
    <w:rsid w:val="00A619E1"/>
    <w:pPr>
      <w:ind w:left="240"/>
    </w:pPr>
  </w:style>
  <w:style w:type="paragraph" w:styleId="TM1">
    <w:name w:val="toc 1"/>
    <w:basedOn w:val="Normal"/>
    <w:next w:val="Normal"/>
    <w:autoRedefine/>
    <w:semiHidden/>
    <w:rsid w:val="00E13BCD"/>
    <w:pPr>
      <w:tabs>
        <w:tab w:val="right" w:leader="dot" w:pos="9060"/>
      </w:tabs>
      <w:spacing w:after="120"/>
    </w:pPr>
  </w:style>
  <w:style w:type="character" w:styleId="Lienhypertexte">
    <w:name w:val="Hyperlink"/>
    <w:rsid w:val="00A619E1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1A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149A6"/>
    <w:rPr>
      <w:sz w:val="20"/>
      <w:szCs w:val="20"/>
    </w:rPr>
  </w:style>
  <w:style w:type="character" w:styleId="Appelnotedebasdep">
    <w:name w:val="footnote reference"/>
    <w:semiHidden/>
    <w:rsid w:val="002149A6"/>
    <w:rPr>
      <w:vertAlign w:val="superscript"/>
    </w:rPr>
  </w:style>
  <w:style w:type="paragraph" w:customStyle="1" w:styleId="m-siteweb">
    <w:name w:val="m-site web"/>
    <w:basedOn w:val="Normal"/>
    <w:rsid w:val="00934BB0"/>
    <w:pPr>
      <w:suppressAutoHyphens/>
      <w:jc w:val="both"/>
    </w:pPr>
    <w:rPr>
      <w:rFonts w:ascii="Liberation Sans" w:hAnsi="Liberation Sans"/>
      <w:i/>
      <w:w w:val="93"/>
      <w:sz w:val="13"/>
      <w:lang w:eastAsia="ar-SA"/>
    </w:rPr>
  </w:style>
  <w:style w:type="paragraph" w:customStyle="1" w:styleId="m-BlocDate">
    <w:name w:val="m-BlocDate"/>
    <w:basedOn w:val="Normal"/>
    <w:rsid w:val="00934BB0"/>
    <w:pPr>
      <w:suppressAutoHyphens/>
      <w:jc w:val="both"/>
    </w:pPr>
    <w:rPr>
      <w:rFonts w:ascii="Liberation Sans" w:hAnsi="Liberation Sans"/>
      <w:sz w:val="20"/>
      <w:lang w:eastAsia="ar-SA"/>
    </w:rPr>
  </w:style>
  <w:style w:type="paragraph" w:customStyle="1" w:styleId="m-BlocEntete">
    <w:name w:val="m-BlocEntete"/>
    <w:basedOn w:val="Normal"/>
    <w:rsid w:val="00934BB0"/>
    <w:pPr>
      <w:suppressAutoHyphens/>
    </w:pPr>
    <w:rPr>
      <w:rFonts w:ascii="Liberation Serif" w:hAnsi="Liberation Serif"/>
      <w:i/>
      <w:iCs/>
      <w:sz w:val="20"/>
      <w:lang w:eastAsia="ar-SA"/>
    </w:rPr>
  </w:style>
  <w:style w:type="paragraph" w:customStyle="1" w:styleId="m-BlocDestinataire">
    <w:name w:val="m-BlocDestinataire"/>
    <w:basedOn w:val="Normal"/>
    <w:rsid w:val="00934BB0"/>
    <w:pPr>
      <w:suppressAutoHyphens/>
      <w:jc w:val="both"/>
    </w:pPr>
    <w:rPr>
      <w:rFonts w:ascii="Liberation Sans" w:hAnsi="Liberation Sans"/>
      <w:w w:val="93"/>
      <w:sz w:val="20"/>
      <w:lang w:eastAsia="ar-SA"/>
    </w:rPr>
  </w:style>
  <w:style w:type="paragraph" w:customStyle="1" w:styleId="m-BlocTitre">
    <w:name w:val="m-BlocTitre"/>
    <w:basedOn w:val="Normal"/>
    <w:rsid w:val="00934BB0"/>
    <w:pPr>
      <w:suppressAutoHyphens/>
      <w:jc w:val="center"/>
    </w:pPr>
    <w:rPr>
      <w:rFonts w:ascii="Liberation Serif" w:hAnsi="Liberation Serif"/>
      <w:color w:val="4C4C4C"/>
      <w:w w:val="93"/>
      <w:sz w:val="22"/>
      <w:lang w:eastAsia="ar-SA"/>
    </w:rPr>
  </w:style>
  <w:style w:type="character" w:customStyle="1" w:styleId="Titre1Car">
    <w:name w:val="Titre 1 Car"/>
    <w:link w:val="Titre1"/>
    <w:rsid w:val="0055723B"/>
    <w:rPr>
      <w:rFonts w:ascii="Arial" w:hAnsi="Arial"/>
      <w:b/>
      <w:color w:val="000080"/>
      <w:spacing w:val="10"/>
      <w:sz w:val="24"/>
      <w:szCs w:val="24"/>
    </w:rPr>
  </w:style>
  <w:style w:type="paragraph" w:customStyle="1" w:styleId="m-BlocEmetteur2">
    <w:name w:val="m-BlocEmetteur2"/>
    <w:basedOn w:val="Normal"/>
    <w:rsid w:val="001F6751"/>
    <w:pPr>
      <w:suppressAutoHyphens/>
      <w:spacing w:after="91"/>
      <w:jc w:val="both"/>
    </w:pPr>
    <w:rPr>
      <w:rFonts w:ascii="Liberation Serif" w:hAnsi="Liberation Serif"/>
      <w:i/>
      <w:sz w:val="20"/>
      <w:lang w:eastAsia="ar-SA"/>
    </w:rPr>
  </w:style>
  <w:style w:type="paragraph" w:styleId="Corpsdetexte">
    <w:name w:val="Body Text"/>
    <w:basedOn w:val="Normal"/>
    <w:semiHidden/>
    <w:rsid w:val="00E5462E"/>
    <w:pPr>
      <w:spacing w:after="120"/>
    </w:pPr>
  </w:style>
  <w:style w:type="character" w:styleId="Marquedecommentaire">
    <w:name w:val="annotation reference"/>
    <w:semiHidden/>
    <w:rsid w:val="002A68D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A68D6"/>
    <w:rPr>
      <w:sz w:val="20"/>
      <w:szCs w:val="20"/>
    </w:rPr>
  </w:style>
  <w:style w:type="paragraph" w:styleId="Textedebulles">
    <w:name w:val="Balloon Text"/>
    <w:basedOn w:val="Normal"/>
    <w:semiHidden/>
    <w:rsid w:val="002A68D6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semiHidden/>
    <w:rsid w:val="002E3D4F"/>
    <w:pPr>
      <w:ind w:left="480"/>
    </w:pPr>
    <w:rPr>
      <w:iCs/>
      <w:sz w:val="20"/>
    </w:rPr>
  </w:style>
  <w:style w:type="paragraph" w:customStyle="1" w:styleId="StyleTitre2NonItalique">
    <w:name w:val="Style Titre 2 + Non Italique"/>
    <w:basedOn w:val="Titre2"/>
    <w:autoRedefine/>
    <w:rsid w:val="00D35448"/>
    <w:pPr>
      <w:numPr>
        <w:ilvl w:val="1"/>
        <w:numId w:val="6"/>
      </w:numPr>
    </w:pPr>
    <w:rPr>
      <w:bCs/>
      <w:i w:val="0"/>
    </w:rPr>
  </w:style>
  <w:style w:type="paragraph" w:customStyle="1" w:styleId="m-BlocEmetteur">
    <w:name w:val="m-BlocEmetteur"/>
    <w:basedOn w:val="Normal"/>
    <w:rsid w:val="00D357E4"/>
    <w:pPr>
      <w:jc w:val="both"/>
    </w:pPr>
    <w:rPr>
      <w:rFonts w:ascii="Liberation Serif" w:hAnsi="Liberation Serif" w:cs="Liberation Serif"/>
      <w:i/>
      <w:iCs/>
      <w:w w:val="93"/>
      <w:sz w:val="18"/>
      <w:szCs w:val="18"/>
    </w:rPr>
  </w:style>
  <w:style w:type="paragraph" w:customStyle="1" w:styleId="Style3">
    <w:name w:val="Style3"/>
    <w:basedOn w:val="Normal"/>
    <w:rsid w:val="00D35448"/>
  </w:style>
  <w:style w:type="character" w:customStyle="1" w:styleId="PieddepageCar">
    <w:name w:val="Pied de page Car"/>
    <w:link w:val="Pieddepage"/>
    <w:uiPriority w:val="99"/>
    <w:rsid w:val="005A44A4"/>
    <w:rPr>
      <w:sz w:val="24"/>
      <w:szCs w:val="24"/>
    </w:rPr>
  </w:style>
  <w:style w:type="numbering" w:styleId="111111">
    <w:name w:val="Outline List 2"/>
    <w:basedOn w:val="Aucuneliste"/>
    <w:rsid w:val="00D35448"/>
    <w:pPr>
      <w:numPr>
        <w:numId w:val="8"/>
      </w:numPr>
    </w:pPr>
  </w:style>
  <w:style w:type="paragraph" w:customStyle="1" w:styleId="m-adresse">
    <w:name w:val="m-adresse"/>
    <w:basedOn w:val="Normal"/>
    <w:rsid w:val="005855E0"/>
    <w:pPr>
      <w:jc w:val="right"/>
    </w:pPr>
    <w:rPr>
      <w:rFonts w:ascii="Liberation Sans" w:hAnsi="Liberation Sans" w:cs="Liberation Sans"/>
      <w:w w:val="93"/>
      <w:sz w:val="14"/>
      <w:szCs w:val="14"/>
    </w:rPr>
  </w:style>
  <w:style w:type="paragraph" w:styleId="Paragraphedeliste">
    <w:name w:val="List Paragraph"/>
    <w:basedOn w:val="Normal"/>
    <w:uiPriority w:val="34"/>
    <w:qFormat/>
    <w:rsid w:val="00640AD5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640AD5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640AD5"/>
  </w:style>
  <w:style w:type="character" w:customStyle="1" w:styleId="ObjetducommentaireCar">
    <w:name w:val="Objet du commentaire Car"/>
    <w:link w:val="Objetducommentaire"/>
    <w:rsid w:val="00640AD5"/>
    <w:rPr>
      <w:b/>
      <w:bCs/>
    </w:rPr>
  </w:style>
  <w:style w:type="character" w:styleId="Mentionnonrsolue">
    <w:name w:val="Unresolved Mention"/>
    <w:uiPriority w:val="99"/>
    <w:semiHidden/>
    <w:unhideWhenUsed/>
    <w:rsid w:val="00BB2845"/>
    <w:rPr>
      <w:color w:val="605E5C"/>
      <w:shd w:val="clear" w:color="auto" w:fill="E1DFDD"/>
    </w:rPr>
  </w:style>
  <w:style w:type="character" w:styleId="Lienhypertextesuivivisit">
    <w:name w:val="FollowedHyperlink"/>
    <w:rsid w:val="00F935D1"/>
    <w:rPr>
      <w:color w:val="954F72"/>
      <w:u w:val="single"/>
    </w:rPr>
  </w:style>
  <w:style w:type="paragraph" w:customStyle="1" w:styleId="Standard">
    <w:name w:val="Standard"/>
    <w:rsid w:val="00467A4C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Default">
    <w:name w:val="Default"/>
    <w:rsid w:val="00B55A8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ques\AppData\Roaming\Microsoft\Mod&#232;les\modele%20note%20de%20travail%20SN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9DEF2B6D3C24383C552ADA8030639" ma:contentTypeVersion="13" ma:contentTypeDescription="Crée un document." ma:contentTypeScope="" ma:versionID="784fb8d2bc91a83a9b7acd56d08c6a5d">
  <xsd:schema xmlns:xsd="http://www.w3.org/2001/XMLSchema" xmlns:xs="http://www.w3.org/2001/XMLSchema" xmlns:p="http://schemas.microsoft.com/office/2006/metadata/properties" xmlns:ns2="1fa580c9-3a61-4908-83b6-3e4338b7f046" xmlns:ns3="361f5d1b-557a-4737-aacd-98defd90cf2b" targetNamespace="http://schemas.microsoft.com/office/2006/metadata/properties" ma:root="true" ma:fieldsID="fe11313028e1b46360a7cb47bc5d0cd2" ns2:_="" ns3:_="">
    <xsd:import namespace="1fa580c9-3a61-4908-83b6-3e4338b7f046"/>
    <xsd:import namespace="361f5d1b-557a-4737-aacd-98defd90cf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580c9-3a61-4908-83b6-3e4338b7f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311078e-f40e-4a0d-9884-7e19ce71f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f5d1b-557a-4737-aacd-98defd90cf2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0651a7-b1fb-4b56-9e64-2dbc13a2953e}" ma:internalName="TaxCatchAll" ma:showField="CatchAllData" ma:web="361f5d1b-557a-4737-aacd-98defd90cf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1f5d1b-557a-4737-aacd-98defd90cf2b" xsi:nil="true"/>
    <lcf76f155ced4ddcb4097134ff3c332f xmlns="1fa580c9-3a61-4908-83b6-3e4338b7f0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8795C-ED9D-4674-B446-E4538FC8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580c9-3a61-4908-83b6-3e4338b7f046"/>
    <ds:schemaRef ds:uri="361f5d1b-557a-4737-aacd-98defd90c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A40924-255F-4FBF-B591-5800BE588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4C4138-5C00-4B24-B833-200FB3C1D782}">
  <ds:schemaRefs>
    <ds:schemaRef ds:uri="http://schemas.microsoft.com/office/2006/metadata/properties"/>
    <ds:schemaRef ds:uri="http://schemas.microsoft.com/office/infopath/2007/PartnerControls"/>
    <ds:schemaRef ds:uri="361f5d1b-557a-4737-aacd-98defd90cf2b"/>
    <ds:schemaRef ds:uri="1fa580c9-3a61-4908-83b6-3e4338b7f046"/>
  </ds:schemaRefs>
</ds:datastoreItem>
</file>

<file path=customXml/itemProps4.xml><?xml version="1.0" encoding="utf-8"?>
<ds:datastoreItem xmlns:ds="http://schemas.openxmlformats.org/officeDocument/2006/customXml" ds:itemID="{7951A217-1AF6-4620-BBA8-9EA0014A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note de travail SNA.dot</Template>
  <TotalTime>6</TotalTime>
  <Pages>1</Pages>
  <Words>141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gestion documentaire</vt:lpstr>
    </vt:vector>
  </TitlesOfParts>
  <Company>SNA-O</Company>
  <LinksUpToDate>false</LinksUpToDate>
  <CharactersWithSpaces>1023</CharactersWithSpaces>
  <SharedDoc>false</SharedDoc>
  <HLinks>
    <vt:vector size="12" baseType="variant">
      <vt:variant>
        <vt:i4>7143439</vt:i4>
      </vt:variant>
      <vt:variant>
        <vt:i4>3</vt:i4>
      </vt:variant>
      <vt:variant>
        <vt:i4>0</vt:i4>
      </vt:variant>
      <vt:variant>
        <vt:i4>5</vt:i4>
      </vt:variant>
      <vt:variant>
        <vt:lpwstr>mailto:dga-ssdi.acid-industriel.fct@intradef.gouv.fr</vt:lpwstr>
      </vt:variant>
      <vt:variant>
        <vt:lpwstr/>
      </vt:variant>
      <vt:variant>
        <vt:i4>6946874</vt:i4>
      </vt:variant>
      <vt:variant>
        <vt:i4>0</vt:i4>
      </vt:variant>
      <vt:variant>
        <vt:i4>0</vt:i4>
      </vt:variant>
      <vt:variant>
        <vt:i4>5</vt:i4>
      </vt:variant>
      <vt:variant>
        <vt:lpwstr>https://armement.defense.gouv.fr/securite-et-habilitation/securite-du-numerique/reseaux-de-chiffrement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gestion documentaire</dc:title>
  <dc:subject>Règles de présentation</dc:subject>
  <dc:creator>jacques</dc:creator>
  <cp:keywords/>
  <cp:lastModifiedBy>Vincent Mayol</cp:lastModifiedBy>
  <cp:revision>5</cp:revision>
  <cp:lastPrinted>2020-10-12T12:15:00Z</cp:lastPrinted>
  <dcterms:created xsi:type="dcterms:W3CDTF">2024-07-03T14:20:00Z</dcterms:created>
  <dcterms:modified xsi:type="dcterms:W3CDTF">2025-09-29T13:42:00Z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0x0101005C79DEF2B6D3C24383C552ADA8030639</vt:lpwstr>
  </property>
</Properties>
</file>